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5C59" w14:textId="2E2705AE" w:rsidR="00A83581" w:rsidRDefault="00A83581" w:rsidP="00A83581">
      <w:pPr>
        <w:pStyle w:val="Bezodstpw"/>
        <w:jc w:val="center"/>
      </w:pPr>
      <w:r>
        <w:t xml:space="preserve">UMOWA </w:t>
      </w:r>
      <w:r w:rsidR="00A434D8">
        <w:t>OE</w:t>
      </w:r>
      <w:r w:rsidR="003439A4">
        <w:t>.273…202</w:t>
      </w:r>
      <w:r w:rsidR="00DF0367">
        <w:t>6</w:t>
      </w:r>
      <w:r w:rsidR="003439A4">
        <w:t>.</w:t>
      </w:r>
      <w:r w:rsidR="00A434D8">
        <w:t>TW</w:t>
      </w:r>
    </w:p>
    <w:p w14:paraId="2E688984" w14:textId="77777777" w:rsidR="00A83581" w:rsidRDefault="00A83581" w:rsidP="00A83581">
      <w:pPr>
        <w:pStyle w:val="Bezodstpw"/>
        <w:jc w:val="center"/>
      </w:pPr>
    </w:p>
    <w:p w14:paraId="7B7055DB" w14:textId="067281DD" w:rsidR="00A83581" w:rsidRDefault="00A83581" w:rsidP="00A83581">
      <w:pPr>
        <w:pStyle w:val="Bezodstpw"/>
      </w:pPr>
      <w:r>
        <w:t>zawarta w dniu ………….</w:t>
      </w:r>
      <w:r w:rsidR="00E91331">
        <w:t>202</w:t>
      </w:r>
      <w:r w:rsidR="00DF0367">
        <w:t>6</w:t>
      </w:r>
      <w:r w:rsidR="00E91331">
        <w:t xml:space="preserve"> </w:t>
      </w:r>
      <w:r>
        <w:t>r. w Szczecinie pomiędzy:</w:t>
      </w:r>
    </w:p>
    <w:p w14:paraId="0B44A5F9" w14:textId="3E46A952" w:rsidR="00A83581" w:rsidRDefault="003C4215" w:rsidP="00981EA9">
      <w:pPr>
        <w:pStyle w:val="Bezodstpw"/>
        <w:jc w:val="both"/>
      </w:pPr>
      <w:r>
        <w:rPr>
          <w:b/>
        </w:rPr>
        <w:t xml:space="preserve">Skarbem Państwa - </w:t>
      </w:r>
      <w:r w:rsidR="00A83581" w:rsidRPr="00A83581">
        <w:rPr>
          <w:b/>
        </w:rPr>
        <w:t>Wojewódzki</w:t>
      </w:r>
      <w:r>
        <w:rPr>
          <w:b/>
        </w:rPr>
        <w:t>m</w:t>
      </w:r>
      <w:r w:rsidR="00A83581" w:rsidRPr="00A83581">
        <w:rPr>
          <w:b/>
        </w:rPr>
        <w:t xml:space="preserve"> Urz</w:t>
      </w:r>
      <w:r>
        <w:rPr>
          <w:b/>
        </w:rPr>
        <w:t>ędem</w:t>
      </w:r>
      <w:r w:rsidR="00A83581" w:rsidRPr="00A83581">
        <w:rPr>
          <w:b/>
        </w:rPr>
        <w:t xml:space="preserve"> Ochrony Zabytków w Szczecinie</w:t>
      </w:r>
      <w:r w:rsidR="00A83581" w:rsidRPr="00A83581">
        <w:t xml:space="preserve"> ul. Wały Chrobrego 4, 70-502 Szczecin NIP: 8512022807, REGON 005483925 reprezentowanym przez: </w:t>
      </w:r>
      <w:r w:rsidR="00981EA9">
        <w:t xml:space="preserve">Pana </w:t>
      </w:r>
      <w:r w:rsidR="00A83581" w:rsidRPr="00A83581">
        <w:rPr>
          <w:b/>
        </w:rPr>
        <w:t>Tomasz</w:t>
      </w:r>
      <w:r w:rsidR="00981EA9">
        <w:rPr>
          <w:b/>
        </w:rPr>
        <w:t>a</w:t>
      </w:r>
      <w:r w:rsidR="00A83581" w:rsidRPr="00A83581">
        <w:rPr>
          <w:b/>
        </w:rPr>
        <w:t xml:space="preserve"> Wolender</w:t>
      </w:r>
      <w:r w:rsidR="00981EA9">
        <w:rPr>
          <w:b/>
        </w:rPr>
        <w:t>a</w:t>
      </w:r>
      <w:r w:rsidR="00A83581" w:rsidRPr="00A83581">
        <w:t xml:space="preserve"> – Zachodniopomorski Wojewódzki Konserwator Zabytków</w:t>
      </w:r>
      <w:r w:rsidR="00981EA9">
        <w:t xml:space="preserve">, </w:t>
      </w:r>
      <w:r w:rsidR="00A83581">
        <w:t>zwan</w:t>
      </w:r>
      <w:r w:rsidR="00981EA9">
        <w:t>ym</w:t>
      </w:r>
      <w:r w:rsidR="00A83581">
        <w:t xml:space="preserve"> dalej „</w:t>
      </w:r>
      <w:r w:rsidR="00FE5517">
        <w:t>Zamawiającym</w:t>
      </w:r>
      <w:r w:rsidR="00A83581">
        <w:t>”</w:t>
      </w:r>
    </w:p>
    <w:p w14:paraId="63A007BD" w14:textId="77777777" w:rsidR="00A83581" w:rsidRDefault="00A83581" w:rsidP="00A83581">
      <w:pPr>
        <w:pStyle w:val="Bezodstpw"/>
      </w:pPr>
      <w:r>
        <w:t>a</w:t>
      </w:r>
    </w:p>
    <w:p w14:paraId="0D55C60A" w14:textId="77777777" w:rsidR="00A83581" w:rsidRDefault="00A83581" w:rsidP="00A83581">
      <w:pPr>
        <w:pStyle w:val="Bezodstpw"/>
      </w:pPr>
      <w:r>
        <w:t>…………………….</w:t>
      </w:r>
    </w:p>
    <w:p w14:paraId="2E9B2216" w14:textId="77777777" w:rsidR="00A83581" w:rsidRDefault="00A83581" w:rsidP="00A83581">
      <w:pPr>
        <w:pStyle w:val="Bezodstpw"/>
      </w:pPr>
      <w:r>
        <w:t>zwanymi dalej „</w:t>
      </w:r>
      <w:r w:rsidR="00FE5517">
        <w:t>Wykonawcą</w:t>
      </w:r>
      <w:r>
        <w:t>”,</w:t>
      </w:r>
    </w:p>
    <w:p w14:paraId="10775F2A" w14:textId="77777777" w:rsidR="00A83581" w:rsidRDefault="00A83581" w:rsidP="00A83581">
      <w:pPr>
        <w:pStyle w:val="Bezodstpw"/>
      </w:pPr>
    </w:p>
    <w:p w14:paraId="4E8A9870" w14:textId="7FA62E01" w:rsidR="00A83581" w:rsidRDefault="00836657" w:rsidP="00A83581">
      <w:pPr>
        <w:pStyle w:val="Bezodstpw"/>
        <w:jc w:val="both"/>
      </w:pPr>
      <w:r>
        <w:t>Zamawiając</w:t>
      </w:r>
      <w:r w:rsidR="00C87069">
        <w:t>y</w:t>
      </w:r>
      <w:r w:rsidR="00A83581">
        <w:t xml:space="preserve"> oświadcza, że na dzień zawarcia niniejszej umowy nie uległy zmianie dane, które miałyby wpływ na ważność niniejszej umowy i są zgodne z dokumentami przedstawionymi na okoliczność jej zawarcia.</w:t>
      </w:r>
    </w:p>
    <w:p w14:paraId="3606D3C9" w14:textId="77777777" w:rsidR="00A83581" w:rsidRDefault="00A83581" w:rsidP="00A83581">
      <w:pPr>
        <w:pStyle w:val="Bezodstpw"/>
        <w:jc w:val="both"/>
      </w:pPr>
    </w:p>
    <w:p w14:paraId="3EF78A5B" w14:textId="77777777" w:rsidR="00A83581" w:rsidRDefault="00A83581" w:rsidP="00A83581">
      <w:pPr>
        <w:pStyle w:val="Bezodstpw"/>
        <w:jc w:val="both"/>
      </w:pPr>
      <w:r>
        <w:t xml:space="preserve">Podstawą zawarcia niniejszej umowy jest wybór </w:t>
      </w:r>
      <w:r w:rsidR="00836657">
        <w:t>Wykonawcy</w:t>
      </w:r>
      <w:r>
        <w:t xml:space="preserve"> w wyniku przeprowadzenia postępowania w trybie zapytania ofertowego na podstawie wewnętrznego regulaminu.</w:t>
      </w:r>
    </w:p>
    <w:p w14:paraId="398391B6" w14:textId="77777777" w:rsidR="00A83581" w:rsidRDefault="00A83581" w:rsidP="00A83581">
      <w:pPr>
        <w:pStyle w:val="Bezodstpw"/>
      </w:pPr>
    </w:p>
    <w:p w14:paraId="0779C5FE" w14:textId="77777777" w:rsidR="00A83581" w:rsidRDefault="00A83581" w:rsidP="00A83581">
      <w:pPr>
        <w:pStyle w:val="Bezodstpw"/>
        <w:jc w:val="center"/>
      </w:pPr>
      <w:r>
        <w:t>§1</w:t>
      </w:r>
    </w:p>
    <w:p w14:paraId="1703415C" w14:textId="107CEB24" w:rsidR="008C22D1" w:rsidRDefault="00836657" w:rsidP="0029171F">
      <w:pPr>
        <w:pStyle w:val="Bezodstpw"/>
        <w:numPr>
          <w:ilvl w:val="0"/>
          <w:numId w:val="6"/>
        </w:numPr>
        <w:jc w:val="both"/>
      </w:pPr>
      <w:r>
        <w:t>Zamawiający</w:t>
      </w:r>
      <w:r w:rsidR="00A83581">
        <w:t xml:space="preserve"> zleca, a </w:t>
      </w:r>
      <w:r>
        <w:t>Wykonaw</w:t>
      </w:r>
      <w:r w:rsidR="00A83581">
        <w:t xml:space="preserve">ca przyjmuje do </w:t>
      </w:r>
      <w:r w:rsidR="00FE5517">
        <w:t>realizacji</w:t>
      </w:r>
      <w:r w:rsidR="00407E31">
        <w:t xml:space="preserve"> </w:t>
      </w:r>
      <w:r w:rsidR="00D81526" w:rsidRPr="00B03059">
        <w:t xml:space="preserve">przedmiot umowy polegający </w:t>
      </w:r>
      <w:r w:rsidR="00407E31">
        <w:t xml:space="preserve">na </w:t>
      </w:r>
      <w:r w:rsidR="00502D5D" w:rsidRPr="00502D5D">
        <w:t>opracowanie ekspertyzy konserwatorskiej dotyczącej stanu zachowania wraz z badaniami konserwatorskimi  dla gorzelni położonej na dz.2/15 w obrębie Kozia Góra gm. Karlino, stanowiącej część założenia folwarcznego w m. Karlino wpisanego do rejestru zabytków woj. zachodniopomorskiego pod nr pod nr A-474 decyzją z dnia 15 października 1997</w:t>
      </w:r>
      <w:r w:rsidR="00502D5D">
        <w:t xml:space="preserve"> </w:t>
      </w:r>
      <w:r w:rsidR="00502D5D" w:rsidRPr="00502D5D">
        <w:t>r. (d.nr 1257)</w:t>
      </w:r>
      <w:r w:rsidR="006B00EC">
        <w:t xml:space="preserve"> </w:t>
      </w:r>
      <w:r w:rsidR="00FE5517">
        <w:t>zgodnie z ofertą z dnia ……</w:t>
      </w:r>
    </w:p>
    <w:p w14:paraId="16F87D24" w14:textId="77777777" w:rsidR="00A104E2" w:rsidRPr="00A104E2" w:rsidRDefault="00A104E2" w:rsidP="00F53A22">
      <w:pPr>
        <w:pStyle w:val="Bezodstpw"/>
        <w:numPr>
          <w:ilvl w:val="0"/>
          <w:numId w:val="6"/>
        </w:numPr>
        <w:jc w:val="both"/>
        <w:rPr>
          <w:b/>
          <w:bCs/>
        </w:rPr>
      </w:pPr>
      <w:r w:rsidRPr="00A104E2">
        <w:rPr>
          <w:b/>
          <w:bCs/>
        </w:rPr>
        <w:t xml:space="preserve">Ekspertyza powinna zawierać: </w:t>
      </w:r>
    </w:p>
    <w:p w14:paraId="10F7575A" w14:textId="3C3BF002" w:rsidR="00502D5D" w:rsidRDefault="00502D5D" w:rsidP="00502D5D">
      <w:pPr>
        <w:pStyle w:val="Bezodstpw"/>
        <w:numPr>
          <w:ilvl w:val="0"/>
          <w:numId w:val="10"/>
        </w:numPr>
        <w:jc w:val="both"/>
      </w:pPr>
      <w:r>
        <w:t>przedstawienie przedmiotu opracowania i stanu istniejącego z opisem badanych elementów i rozwiązań materiałowych, z uwzględnieniem proweniencji poszczególnych elementów, historii przekształceń i stanu;</w:t>
      </w:r>
    </w:p>
    <w:p w14:paraId="7BDEE47E" w14:textId="544012EB" w:rsidR="00502D5D" w:rsidRDefault="00502D5D" w:rsidP="00502D5D">
      <w:pPr>
        <w:pStyle w:val="Bezodstpw"/>
        <w:numPr>
          <w:ilvl w:val="0"/>
          <w:numId w:val="10"/>
        </w:numPr>
        <w:jc w:val="both"/>
      </w:pPr>
      <w:r>
        <w:t>opis dokonanych oględzin z dokumentacją opisową i fotograficzną badanych elementów; opracowanie wniosków z badań konserwatorskich;</w:t>
      </w:r>
    </w:p>
    <w:p w14:paraId="30F0BCF2" w14:textId="6A4A1507" w:rsidR="00502D5D" w:rsidRDefault="00502D5D" w:rsidP="00502D5D">
      <w:pPr>
        <w:pStyle w:val="Bezodstpw"/>
        <w:numPr>
          <w:ilvl w:val="0"/>
          <w:numId w:val="10"/>
        </w:numPr>
        <w:jc w:val="both"/>
      </w:pPr>
      <w:r>
        <w:t>analiza zanotowanego stanu faktycznego oraz wnioski zawierające analizę i wytyczne ze stanowiska konserwatorskiego, obejmujące:</w:t>
      </w:r>
    </w:p>
    <w:p w14:paraId="1E8D5D78" w14:textId="3D64E05F" w:rsidR="00502D5D" w:rsidRDefault="00502D5D" w:rsidP="00502D5D">
      <w:pPr>
        <w:pStyle w:val="Bezodstpw"/>
        <w:ind w:left="720"/>
        <w:jc w:val="both"/>
      </w:pPr>
      <w:r>
        <w:t>a)</w:t>
      </w:r>
      <w:r>
        <w:t xml:space="preserve"> ocenę stanu zachowania obiektu </w:t>
      </w:r>
    </w:p>
    <w:p w14:paraId="304777FF" w14:textId="05CE4D58" w:rsidR="00502D5D" w:rsidRDefault="00502D5D" w:rsidP="00502D5D">
      <w:pPr>
        <w:pStyle w:val="Bezodstpw"/>
        <w:ind w:left="720"/>
        <w:jc w:val="both"/>
      </w:pPr>
      <w:r>
        <w:t>b)</w:t>
      </w:r>
      <w:r>
        <w:t xml:space="preserve"> opis uszkodzeń; </w:t>
      </w:r>
    </w:p>
    <w:p w14:paraId="40D33C57" w14:textId="6D0C3F02" w:rsidR="00502D5D" w:rsidRDefault="00502D5D" w:rsidP="00502D5D">
      <w:pPr>
        <w:pStyle w:val="Bezodstpw"/>
        <w:ind w:left="720"/>
        <w:jc w:val="both"/>
      </w:pPr>
      <w:r>
        <w:t>c)</w:t>
      </w:r>
      <w:r>
        <w:t xml:space="preserve"> ocenę przyczyn powstania poszczególnych uszkodzeń; </w:t>
      </w:r>
    </w:p>
    <w:p w14:paraId="02BEB31F" w14:textId="7A918680" w:rsidR="00502D5D" w:rsidRDefault="00502D5D" w:rsidP="00502D5D">
      <w:pPr>
        <w:pStyle w:val="Bezodstpw"/>
        <w:ind w:left="720"/>
        <w:jc w:val="both"/>
      </w:pPr>
      <w:r>
        <w:t>d)</w:t>
      </w:r>
      <w:r>
        <w:t xml:space="preserve"> zalecenia dotyczące koniecznych napraw i zabezpieczeń; </w:t>
      </w:r>
    </w:p>
    <w:p w14:paraId="68EA53BF" w14:textId="24F76DDB" w:rsidR="00502D5D" w:rsidRDefault="00502D5D" w:rsidP="00502D5D">
      <w:pPr>
        <w:pStyle w:val="Bezodstpw"/>
        <w:ind w:left="720"/>
        <w:jc w:val="both"/>
      </w:pPr>
      <w:r>
        <w:t>e)</w:t>
      </w:r>
      <w:r>
        <w:t xml:space="preserve"> zalecenia co do technologii i sposobu wykonania napraw i zabezpieczeń; </w:t>
      </w:r>
    </w:p>
    <w:p w14:paraId="56A48DD9" w14:textId="3180576C" w:rsidR="009B65FB" w:rsidRDefault="00502D5D" w:rsidP="00502D5D">
      <w:pPr>
        <w:pStyle w:val="Bezodstpw"/>
        <w:ind w:left="720"/>
        <w:jc w:val="both"/>
      </w:pPr>
      <w:r>
        <w:t>f)</w:t>
      </w:r>
      <w:r>
        <w:t xml:space="preserve"> określenie zakresu, technologii i sposobu wykonania prac zabezpieczających koniecznych do wykonania w pierwszej kolejności w trybie pilnym, a także wskazanie dalszych etapów, zakresu i technologii następnych niezbędnych prac i pełnej konserwacji zabytku</w:t>
      </w:r>
      <w:r>
        <w:t>.</w:t>
      </w:r>
    </w:p>
    <w:p w14:paraId="3B3D3111" w14:textId="77777777" w:rsidR="005F478C" w:rsidRDefault="005F478C" w:rsidP="00514082">
      <w:pPr>
        <w:pStyle w:val="Bezodstpw"/>
        <w:jc w:val="center"/>
      </w:pPr>
    </w:p>
    <w:p w14:paraId="72025185" w14:textId="5E8F51AD" w:rsidR="00A83581" w:rsidRDefault="00A83581" w:rsidP="00514082">
      <w:pPr>
        <w:pStyle w:val="Bezodstpw"/>
        <w:jc w:val="center"/>
      </w:pPr>
      <w:r>
        <w:t>§2</w:t>
      </w:r>
    </w:p>
    <w:p w14:paraId="5DFE4DCE" w14:textId="32C69E07" w:rsidR="00FE5517" w:rsidRDefault="00FE5517" w:rsidP="00FE5517">
      <w:pPr>
        <w:pStyle w:val="Bezodstpw"/>
        <w:jc w:val="both"/>
      </w:pPr>
      <w:r>
        <w:t>1. Wykonawca zobowiązuje się przygotować ekspertyzę</w:t>
      </w:r>
      <w:r w:rsidR="00407E31">
        <w:t xml:space="preserve"> </w:t>
      </w:r>
      <w:r>
        <w:t>w formie opisowej obejmującej wszystkie zagadnienia wskazane w § 1 ust. 2 oraz w formie graficznej zawierającej także dokumentację fotograficzną przeprowadzonych prac</w:t>
      </w:r>
      <w:r w:rsidR="00084835">
        <w:t xml:space="preserve"> w terminie do </w:t>
      </w:r>
      <w:r w:rsidR="00502D5D">
        <w:rPr>
          <w:b/>
          <w:bCs/>
        </w:rPr>
        <w:t>30kwietnia</w:t>
      </w:r>
      <w:r w:rsidR="00DF0367">
        <w:rPr>
          <w:b/>
          <w:bCs/>
        </w:rPr>
        <w:t xml:space="preserve"> 2026</w:t>
      </w:r>
      <w:r w:rsidR="00407E31" w:rsidRPr="00845D76">
        <w:rPr>
          <w:b/>
          <w:bCs/>
        </w:rPr>
        <w:t xml:space="preserve"> r</w:t>
      </w:r>
      <w:r w:rsidR="00084835" w:rsidRPr="00845D76">
        <w:rPr>
          <w:b/>
          <w:bCs/>
        </w:rPr>
        <w:t>.</w:t>
      </w:r>
    </w:p>
    <w:p w14:paraId="6B047074" w14:textId="6082C9A5" w:rsidR="004A06EA" w:rsidRDefault="004A06EA" w:rsidP="004A06EA">
      <w:pPr>
        <w:pStyle w:val="Bezodstpw"/>
        <w:jc w:val="both"/>
      </w:pPr>
      <w:r>
        <w:t xml:space="preserve">2. W dniu odbioru </w:t>
      </w:r>
      <w:bookmarkStart w:id="0" w:name="_Hlk149117708"/>
      <w:r>
        <w:t xml:space="preserve">przedmiotu umowy  </w:t>
      </w:r>
      <w:bookmarkEnd w:id="0"/>
      <w:r>
        <w:t>strony sporządzą protokół odbioru. Protokół odbioru dzieła powinien zawierać w szczególności:</w:t>
      </w:r>
    </w:p>
    <w:p w14:paraId="245B102C" w14:textId="6FD04B94" w:rsidR="004A06EA" w:rsidRDefault="004A06EA" w:rsidP="004A06EA">
      <w:pPr>
        <w:pStyle w:val="Bezodstpw"/>
        <w:numPr>
          <w:ilvl w:val="0"/>
          <w:numId w:val="4"/>
        </w:numPr>
        <w:jc w:val="both"/>
      </w:pPr>
      <w:r>
        <w:t xml:space="preserve">datę i miejsce odbioru </w:t>
      </w:r>
      <w:r w:rsidRPr="004A06EA">
        <w:t>przedmiotu umowy</w:t>
      </w:r>
      <w:r>
        <w:t>;</w:t>
      </w:r>
    </w:p>
    <w:p w14:paraId="54882F8A" w14:textId="4C2756DA" w:rsidR="004A06EA" w:rsidRDefault="004A06EA" w:rsidP="004A06EA">
      <w:pPr>
        <w:pStyle w:val="Bezodstpw"/>
        <w:numPr>
          <w:ilvl w:val="0"/>
          <w:numId w:val="4"/>
        </w:numPr>
        <w:jc w:val="both"/>
      </w:pPr>
      <w:r>
        <w:lastRenderedPageBreak/>
        <w:t xml:space="preserve">ocenę prawidłowości wykonania </w:t>
      </w:r>
      <w:r w:rsidRPr="004A06EA">
        <w:t xml:space="preserve">przedmiotu umowy  </w:t>
      </w:r>
      <w:r>
        <w:t>oraz jego zgodności z postanowieniami umowy;</w:t>
      </w:r>
    </w:p>
    <w:p w14:paraId="0794ACE2" w14:textId="0F069190" w:rsidR="004A06EA" w:rsidRDefault="004A06EA" w:rsidP="004A06EA">
      <w:pPr>
        <w:pStyle w:val="Bezodstpw"/>
        <w:numPr>
          <w:ilvl w:val="0"/>
          <w:numId w:val="4"/>
        </w:numPr>
        <w:jc w:val="both"/>
      </w:pPr>
      <w:r>
        <w:t xml:space="preserve">oświadczenie Zamawiającego o istnieniu bądź braku wad w wykonaniu </w:t>
      </w:r>
      <w:r w:rsidRPr="004A06EA">
        <w:t>przedmiotu umowy</w:t>
      </w:r>
      <w:r>
        <w:t>;</w:t>
      </w:r>
    </w:p>
    <w:p w14:paraId="6DB91538" w14:textId="1002680D" w:rsidR="004A06EA" w:rsidRDefault="004A06EA" w:rsidP="004A06EA">
      <w:pPr>
        <w:pStyle w:val="Bezodstpw"/>
        <w:numPr>
          <w:ilvl w:val="0"/>
          <w:numId w:val="4"/>
        </w:numPr>
        <w:jc w:val="both"/>
      </w:pPr>
      <w:r>
        <w:t xml:space="preserve">potwierdzenie prawidłowego i terminowego wykonania </w:t>
      </w:r>
      <w:r w:rsidRPr="004A06EA">
        <w:t>przedmiotu umowy</w:t>
      </w:r>
      <w:r>
        <w:t>;</w:t>
      </w:r>
    </w:p>
    <w:p w14:paraId="36C4391C" w14:textId="6B6DD6A1" w:rsidR="004A06EA" w:rsidRDefault="004A06EA" w:rsidP="004A06EA">
      <w:pPr>
        <w:pStyle w:val="Bezodstpw"/>
        <w:numPr>
          <w:ilvl w:val="0"/>
          <w:numId w:val="4"/>
        </w:numPr>
        <w:jc w:val="both"/>
      </w:pPr>
      <w:r>
        <w:t>w przypadku stwierdzenia wad - zobowiązanie Wykonawcy do ich usunięcia w ramach wynagrodzenia, o którym mowa w § 6 ust. 2 oraz w terminie wskazanym przez Zamawiającego.</w:t>
      </w:r>
    </w:p>
    <w:p w14:paraId="7FFBC6A7" w14:textId="23C8C310" w:rsidR="00FE5517" w:rsidRDefault="00143951" w:rsidP="00FE5517">
      <w:pPr>
        <w:pStyle w:val="Bezodstpw"/>
      </w:pPr>
      <w:r>
        <w:t>3</w:t>
      </w:r>
      <w:r w:rsidR="00FE5517">
        <w:t>. Wykonawca oświadcza, że rezultatem realizacji umowy będzie utwór w rozumieniu ustawy z dnia 4 lutego 1994 r. o prawie autorskim i prawach pokrewnych</w:t>
      </w:r>
      <w:r>
        <w:t xml:space="preserve"> (Dz. U. z 202</w:t>
      </w:r>
      <w:r w:rsidR="00617BAA">
        <w:t>5</w:t>
      </w:r>
      <w:r>
        <w:t xml:space="preserve"> r. poz. </w:t>
      </w:r>
      <w:r w:rsidR="00617BAA">
        <w:t>24</w:t>
      </w:r>
      <w:r>
        <w:t xml:space="preserve"> ze zm.)</w:t>
      </w:r>
      <w:r w:rsidR="00FE5517">
        <w:t>.</w:t>
      </w:r>
    </w:p>
    <w:p w14:paraId="7900E74E" w14:textId="7A32A8EE" w:rsidR="00514082" w:rsidRDefault="00143951" w:rsidP="00FE5517">
      <w:pPr>
        <w:pStyle w:val="Bezodstpw"/>
        <w:jc w:val="both"/>
      </w:pPr>
      <w:r>
        <w:t>4</w:t>
      </w:r>
      <w:r w:rsidR="00FE5517">
        <w:t>. Wykonawca oświadcza, że przysługuje mu do dzieła wyłączne i nieograniczone prawo autorskie (osobiste i majątkowe). Wykonawca zapewnia, iż dzieło stanowiące przedmiot umowy nie jest obciążone żadnymi roszczeniami i innymi prawami osób trzecich.</w:t>
      </w:r>
    </w:p>
    <w:p w14:paraId="282241BA" w14:textId="4BC3A859" w:rsidR="002A761B" w:rsidRDefault="00143951" w:rsidP="00084835">
      <w:pPr>
        <w:pStyle w:val="Bezodstpw"/>
        <w:jc w:val="both"/>
      </w:pPr>
      <w:r>
        <w:t>5</w:t>
      </w:r>
      <w:r w:rsidR="00FE5517">
        <w:t>. Wykonawca zobowiązany jest do przekazania dokumentacji w wersji papierowej i elektronicznej na płycie CD</w:t>
      </w:r>
      <w:r w:rsidR="004A06EA">
        <w:t>,</w:t>
      </w:r>
      <w:r w:rsidR="00FE5517">
        <w:t xml:space="preserve"> DVD </w:t>
      </w:r>
      <w:r w:rsidR="004A06EA">
        <w:t xml:space="preserve">lub PENDRIVE </w:t>
      </w:r>
      <w:r w:rsidR="00FE5517">
        <w:t>dołączonej do wersji papierowej.</w:t>
      </w:r>
      <w:r w:rsidR="00084835">
        <w:t xml:space="preserve"> Wykonawca dostarczy dokument w terminie wskazanym w umowie w </w:t>
      </w:r>
      <w:r w:rsidR="005E2BA1">
        <w:t>3</w:t>
      </w:r>
      <w:r w:rsidR="00084835">
        <w:t xml:space="preserve"> egzemplarzach a Zamawiający dokona sprawdzenia przedmiotu zamówienia i odbierze go w terminie 7 dni od daty jego otrzymania na podstawie protokołu zdawczo-odbiorczego.</w:t>
      </w:r>
      <w:r w:rsidR="002A761B">
        <w:t xml:space="preserve"> </w:t>
      </w:r>
      <w:r w:rsidR="002A761B" w:rsidRPr="003D5219">
        <w:rPr>
          <w:b/>
          <w:bCs/>
        </w:rPr>
        <w:t>Przed przesłaniem wersji ostatecznej Wykonawca zobowiązany jest do przesłania wersji wstępnej ekspertyzy drogą emailową na adresy wskazane w umowie do pracowników odpowiedzialnych za niniejsze zadanie.</w:t>
      </w:r>
      <w:r w:rsidR="00C26444">
        <w:rPr>
          <w:b/>
          <w:bCs/>
        </w:rPr>
        <w:t xml:space="preserve"> </w:t>
      </w:r>
      <w:r w:rsidR="00C26444" w:rsidRPr="00C26444">
        <w:rPr>
          <w:b/>
          <w:bCs/>
        </w:rPr>
        <w:t>Pracownicy ci są uprawnieni do zgłaszania uwag, które wykonawca winien uwzględnić w wersji ostatecznej ekspertyzy.</w:t>
      </w:r>
    </w:p>
    <w:p w14:paraId="21FB5492" w14:textId="47248E50" w:rsidR="00084835" w:rsidRDefault="00143951" w:rsidP="00084835">
      <w:pPr>
        <w:pStyle w:val="Bezodstpw"/>
        <w:jc w:val="both"/>
      </w:pPr>
      <w:r>
        <w:t>6</w:t>
      </w:r>
      <w:r w:rsidR="00084835">
        <w:t>. Wykonawca zobowiązuje się wykonać umowę z najwyższą starannością, z uwzględnieniem profesjonalnego charakteru świadczonych usług i zgodnie z obowiązującymi przepisami prawa.</w:t>
      </w:r>
    </w:p>
    <w:p w14:paraId="41E83AE8" w14:textId="6E770098" w:rsidR="00084835" w:rsidRDefault="00143951" w:rsidP="00084835">
      <w:pPr>
        <w:pStyle w:val="Bezodstpw"/>
        <w:jc w:val="both"/>
      </w:pPr>
      <w:r>
        <w:t>7</w:t>
      </w:r>
      <w:r w:rsidR="00084835">
        <w:t>. W przypadku ujawnienia wad Zamawiający zgłosi je Wykonawcy mailem na adres: …………….</w:t>
      </w:r>
    </w:p>
    <w:p w14:paraId="0528B645" w14:textId="3BA175B1" w:rsidR="00084835" w:rsidRDefault="00143951" w:rsidP="00084835">
      <w:pPr>
        <w:pStyle w:val="Bezodstpw"/>
        <w:jc w:val="both"/>
      </w:pPr>
      <w:r>
        <w:t>8</w:t>
      </w:r>
      <w:r w:rsidR="00084835">
        <w:t xml:space="preserve">. Wykonawca usunie zgłoszone przez Zamawiającego wady dzieła w ciągu </w:t>
      </w:r>
      <w:r>
        <w:t>5</w:t>
      </w:r>
      <w:r w:rsidR="00084835">
        <w:t xml:space="preserve"> dni roboczych od daty zgłoszenia wady przez Zamawiającego bez prawa do dodatkowego wynagrodzenia.</w:t>
      </w:r>
    </w:p>
    <w:p w14:paraId="05E51C55" w14:textId="77777777" w:rsidR="00FE5517" w:rsidRDefault="00FE5517" w:rsidP="00FE5517">
      <w:pPr>
        <w:pStyle w:val="Bezodstpw"/>
        <w:jc w:val="both"/>
      </w:pPr>
    </w:p>
    <w:p w14:paraId="417CA340" w14:textId="77777777" w:rsidR="00A83581" w:rsidRDefault="00A83581" w:rsidP="00514082">
      <w:pPr>
        <w:pStyle w:val="Bezodstpw"/>
        <w:jc w:val="center"/>
      </w:pPr>
      <w:r>
        <w:t>§3</w:t>
      </w:r>
    </w:p>
    <w:p w14:paraId="658F94D5" w14:textId="17E304C8" w:rsidR="00FE5517" w:rsidRDefault="00FE5517" w:rsidP="00A5267B">
      <w:pPr>
        <w:pStyle w:val="Bezodstpw"/>
        <w:jc w:val="both"/>
      </w:pPr>
      <w:r>
        <w:t xml:space="preserve">1. Osobą odpowiedzialną za realizację umowy ze strony Zamawiającego, w tym odbiór dzieła, jest </w:t>
      </w:r>
      <w:r w:rsidR="00AB5B61">
        <w:t xml:space="preserve">Pani </w:t>
      </w:r>
      <w:r w:rsidR="00502D5D">
        <w:t>Celina Wojciechowska</w:t>
      </w:r>
      <w:r w:rsidR="00AB5B61">
        <w:t xml:space="preserve"> </w:t>
      </w:r>
      <w:r>
        <w:t xml:space="preserve">nr tel. </w:t>
      </w:r>
      <w:r w:rsidR="00502D5D">
        <w:t>94</w:t>
      </w:r>
      <w:r w:rsidR="00502D5D" w:rsidRPr="00502D5D">
        <w:t>3408152</w:t>
      </w:r>
      <w:r>
        <w:t xml:space="preserve"> email </w:t>
      </w:r>
      <w:hyperlink r:id="rId7" w:history="1">
        <w:r w:rsidR="00502D5D" w:rsidRPr="009E0C62">
          <w:rPr>
            <w:rStyle w:val="Hipercze"/>
          </w:rPr>
          <w:t>wojciechowska.koszalin@wkz.szczecin.pl</w:t>
        </w:r>
      </w:hyperlink>
      <w:r>
        <w:t>.</w:t>
      </w:r>
    </w:p>
    <w:p w14:paraId="055F720F" w14:textId="38D18654" w:rsidR="00A5267B" w:rsidRDefault="00A5267B" w:rsidP="00A5267B">
      <w:pPr>
        <w:pStyle w:val="Bezodstpw"/>
        <w:jc w:val="both"/>
      </w:pPr>
      <w:r>
        <w:t xml:space="preserve">2. Osobą odpowiedzialną za techniczną stronę umowy ze strony Zamawiającego jest Pan Łukasz Goszczyński nr tel. 914337066 wew. 37 email </w:t>
      </w:r>
      <w:hyperlink r:id="rId8" w:history="1">
        <w:r w:rsidR="00C9160C" w:rsidRPr="008F7FDD">
          <w:rPr>
            <w:rStyle w:val="Hipercze"/>
          </w:rPr>
          <w:t>zamowienia@wkz.szczecin.pl</w:t>
        </w:r>
      </w:hyperlink>
      <w:r w:rsidR="00C9160C">
        <w:t xml:space="preserve"> </w:t>
      </w:r>
      <w:r>
        <w:t xml:space="preserve"> </w:t>
      </w:r>
    </w:p>
    <w:p w14:paraId="39A75056" w14:textId="77777777" w:rsidR="00A5267B" w:rsidRDefault="00A5267B" w:rsidP="00A5267B">
      <w:pPr>
        <w:pStyle w:val="Bezodstpw"/>
        <w:jc w:val="both"/>
      </w:pPr>
      <w:r>
        <w:t>3. Osobą do kontaktu z Zamawiającym z ramienia Wykonawcy, upoważnioną do podpisania</w:t>
      </w:r>
    </w:p>
    <w:p w14:paraId="62C1D77F" w14:textId="77777777" w:rsidR="00A5267B" w:rsidRDefault="00A5267B" w:rsidP="00A5267B">
      <w:pPr>
        <w:pStyle w:val="Bezodstpw"/>
        <w:jc w:val="both"/>
      </w:pPr>
      <w:r>
        <w:t>protokołu zdawczo – odbiorczego, jest …………… tel. ………., e-mail: ………………).</w:t>
      </w:r>
    </w:p>
    <w:p w14:paraId="5CA5F7F0" w14:textId="4174FE53" w:rsidR="00514082" w:rsidRDefault="00A5267B" w:rsidP="00A5267B">
      <w:pPr>
        <w:pStyle w:val="Bezodstpw"/>
        <w:jc w:val="both"/>
      </w:pPr>
      <w:r>
        <w:t>4. Zmiana osób i danych o których mowa w ust. 1 i 2 następuje poprzez pisemne lub elektroniczne powiadomienie drugiej Strony i nie stanowi zmian Umowy</w:t>
      </w:r>
      <w:r w:rsidR="00FE5517">
        <w:t>.</w:t>
      </w:r>
    </w:p>
    <w:p w14:paraId="46FA1D04" w14:textId="77777777" w:rsidR="00B0192A" w:rsidRDefault="00B0192A" w:rsidP="00514082">
      <w:pPr>
        <w:pStyle w:val="Bezodstpw"/>
        <w:jc w:val="center"/>
      </w:pPr>
    </w:p>
    <w:p w14:paraId="4AC44B58" w14:textId="0DDA4F1C" w:rsidR="00A83581" w:rsidRDefault="00A83581" w:rsidP="00514082">
      <w:pPr>
        <w:pStyle w:val="Bezodstpw"/>
        <w:jc w:val="center"/>
      </w:pPr>
      <w:r>
        <w:t>§ 4</w:t>
      </w:r>
    </w:p>
    <w:p w14:paraId="343656DC" w14:textId="071C7A9E" w:rsidR="00F51670" w:rsidRDefault="00F51670" w:rsidP="00836657">
      <w:pPr>
        <w:pStyle w:val="Bezodstpw"/>
        <w:jc w:val="both"/>
      </w:pPr>
      <w:r w:rsidRPr="00F51670">
        <w:t>Termin  wykonania ekspertyzy może zostać zmieniony w drodze aneksu do umowy jedynie w przypadku złych warunków atmosferycznych lub okoliczności obiektywnych niewynikających z winy Wykonawcy, w tym w przypadku zaistnienia siły wyższej.</w:t>
      </w:r>
    </w:p>
    <w:p w14:paraId="7E4B6944" w14:textId="77777777" w:rsidR="002A761B" w:rsidRDefault="002A761B" w:rsidP="00514082">
      <w:pPr>
        <w:pStyle w:val="Bezodstpw"/>
        <w:jc w:val="center"/>
      </w:pPr>
    </w:p>
    <w:p w14:paraId="7AA5C9B9" w14:textId="5DE03B2F" w:rsidR="00A83581" w:rsidRDefault="00A83581" w:rsidP="00514082">
      <w:pPr>
        <w:pStyle w:val="Bezodstpw"/>
        <w:jc w:val="center"/>
      </w:pPr>
      <w:r>
        <w:t>§ 5</w:t>
      </w:r>
    </w:p>
    <w:p w14:paraId="1DDD2399" w14:textId="590F2314" w:rsidR="005201E1" w:rsidRPr="00B03059" w:rsidRDefault="00084835" w:rsidP="005201E1">
      <w:pPr>
        <w:pStyle w:val="Bezodstpw"/>
        <w:jc w:val="both"/>
      </w:pPr>
      <w:r w:rsidRPr="00B03059">
        <w:t xml:space="preserve">1. </w:t>
      </w:r>
      <w:r w:rsidR="005201E1" w:rsidRPr="00B03059">
        <w:t>Wykonawca, w ramach wynagrodzenia, określonego w § 6 ust. 2 przenosi na Zamawiającego majątkowe prawa autorskie do dokumentacji powstałej w toku i celu realizacji niniejszej umowy wraz z prawami zależnymi.</w:t>
      </w:r>
    </w:p>
    <w:p w14:paraId="47AB78CD" w14:textId="74069566" w:rsidR="005201E1" w:rsidRPr="00B03059" w:rsidRDefault="005201E1" w:rsidP="005201E1">
      <w:pPr>
        <w:pStyle w:val="Bezodstpw"/>
        <w:jc w:val="both"/>
      </w:pPr>
      <w:r w:rsidRPr="00B03059">
        <w:lastRenderedPageBreak/>
        <w:t>2. Jeżeli w związku z wykonaniem Umowy powstaną utwory w rozumieniu ustawy z dnia 4 lutego 1994 r. o prawie autorskim i prawach pokrewnych  w tym koncepcja teoretyczna, modele, dokumentacja i wszelkie inne utrwalone na jakimkolwiek nośniku i w jakiejkolwiek formie, Wykonawca, w ramach wynagrodzenia, określonego w § 6 ust. 2 przenosi na Zamawiającego majątkowe prawa autorskie do tych  utworów wraz z prawami zależnymi.</w:t>
      </w:r>
    </w:p>
    <w:p w14:paraId="1846309C" w14:textId="4587CCEF" w:rsidR="005201E1" w:rsidRPr="00B03059" w:rsidRDefault="005201E1" w:rsidP="005201E1">
      <w:pPr>
        <w:pStyle w:val="Bezodstpw"/>
        <w:jc w:val="both"/>
      </w:pPr>
      <w:r w:rsidRPr="00B03059">
        <w:t>3. Przeniesienie praw, o którym mowa w ust. 1 i 2 następuje z chwilą podpisania przez Zamawiającego, protokołu odbioru o którym mowa w § 1 ust. 3, bez ograniczeń co do terytorium, czasu, liczby egzemplarzy, na zasadzie wyłączności w zakresie poniższych pól eksploatacji:</w:t>
      </w:r>
    </w:p>
    <w:p w14:paraId="57C385DF" w14:textId="75CD4CD4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utrwalania utworu bez żadnych ograniczeń ilościowych, dowolną techniką, w tym drukarską, cyfrową, reprograficzną, elektroniczną, fotograficzną, optyczną, laserową, poprzez zapis magnetyczny, na każdym nośniku, włączając w to także nośniki elektroniczne, optyczne, magnetyczne, dyskietki, CD-ROM, DVD, papier;</w:t>
      </w:r>
    </w:p>
    <w:p w14:paraId="02F39482" w14:textId="5C943EED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zwielokrotniania utworu bez żadnych ograniczeń ilościowych, w każdej możliwej technice, w tym drukarskiej, reprograficznej, cyfrowej, elektronicznej, laserowej, fotograficznej, poprzez zapis magnetyczny, optyczny, na każdym nośniku, włączając w to także nośniki elektroniczne, optyczne, magnetyczne, dyskietki, CD-ROM, DVD, papier, w ramach systemu on-line;</w:t>
      </w:r>
    </w:p>
    <w:p w14:paraId="5594E032" w14:textId="3E3EFAA4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wprowadzenia utworu do pamięci komputera i sieci multimedialnych, w tym Internetu, sieci wewnętrznych typu Intranet, bez żadnych ograniczeń ilościowych, jak również przesyłania utworu w ramach ww. sieci, w tym w trybie on-line;</w:t>
      </w:r>
    </w:p>
    <w:p w14:paraId="4B69B502" w14:textId="112238AD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rozpowszechniania utworu, w tym wprowadzania go do obrotu, w szczególności drukiem, w postaci książkowej (w tym również w ramach utworów zbiorowych), w czasopismach, w ramach produktów elektronicznych, w tym w ramach elektronicznych baz danych, na nośnikach magnetycznych, cyfrowych, optycznych, elektronicznych, również w postaci CD-ROM, dyskietek, DVD, w ramach sieci multimedialnych, w tym sieci wewnętrznych (np. typu Intranet), jak i Internetu, w systemie on-line, poprzez komunikowanie na życzenie, w drodze użyczania utworu;</w:t>
      </w:r>
    </w:p>
    <w:p w14:paraId="3151EC36" w14:textId="68E5092E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wypożyczania, najmu, użyczania, dzierżawy lub wymiany nośników, na których utwór utrwalono, utrwalonych i zwielokrotnionych stosownie do niniejszego ustępu, przy zastosowaniu dowolnej techniki udostępnienia utworu,</w:t>
      </w:r>
    </w:p>
    <w:p w14:paraId="2EDFAF55" w14:textId="359E1CBA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nadawania utworu za pomocą wizji (przewodowej albo bezprzewodowej) przez stację naziemną, jak i za pośrednictwem satelity;</w:t>
      </w:r>
    </w:p>
    <w:p w14:paraId="56560FF1" w14:textId="0DC0DE72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odtwarzania i wystawiania utworu;</w:t>
      </w:r>
    </w:p>
    <w:p w14:paraId="3EAE7601" w14:textId="3B226AD8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publicznego udostępniania utworu w taki sposób, aby każdy mógł mieć do nich dostęp w miejscu i w czasie przez siebie wybranym;</w:t>
      </w:r>
    </w:p>
    <w:p w14:paraId="45F1DBF4" w14:textId="3269B97C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wykorzystywania utworu i jego fragmentów w celach informacyjnych, promocyjnych i marketingowych;</w:t>
      </w:r>
    </w:p>
    <w:p w14:paraId="6A900671" w14:textId="1CFD9BCC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dokonywania lub zlecania osobom trzecim dokonywania opracowań utworu, w tym jego skrótów i streszczeń oraz korzystania z tych opracowań i rozporządzania nimi na polach eksploatacji określonych w niniejszym ustępie;</w:t>
      </w:r>
    </w:p>
    <w:p w14:paraId="3253FEFC" w14:textId="484E9B1B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udzielenia zezwoleń na rozporządzanie i korzystanie z utworu w tym również zezwoleń do jego opracowania;</w:t>
      </w:r>
    </w:p>
    <w:p w14:paraId="5B69CC88" w14:textId="0AA124EB" w:rsidR="005201E1" w:rsidRPr="00B03059" w:rsidRDefault="005201E1" w:rsidP="005201E1">
      <w:pPr>
        <w:pStyle w:val="Bezodstpw"/>
        <w:numPr>
          <w:ilvl w:val="0"/>
          <w:numId w:val="11"/>
        </w:numPr>
        <w:jc w:val="both"/>
      </w:pPr>
      <w:r w:rsidRPr="00B03059">
        <w:t>łączenia utworu w całości lub w części z innymi dokumentami.</w:t>
      </w:r>
    </w:p>
    <w:p w14:paraId="7CD103F3" w14:textId="43BEA366" w:rsidR="005201E1" w:rsidRPr="00B03059" w:rsidRDefault="005201E1" w:rsidP="005201E1">
      <w:pPr>
        <w:pStyle w:val="Bezodstpw"/>
        <w:jc w:val="both"/>
      </w:pPr>
      <w:r w:rsidRPr="00B03059">
        <w:t>4. Wykonawca jest odpowiedzialny względem Zamawiającego za wszelkie wady prawne utworów, w szczególności z tytułu ewentualnych roszczeń osób trzecich wynikających z naruszenia przepisów ustawy z dnia 4 lutego 1994 r. o prawie autorskim i prawach pokrewnych.</w:t>
      </w:r>
    </w:p>
    <w:p w14:paraId="4A97BFC6" w14:textId="32BE74D0" w:rsidR="00084835" w:rsidRDefault="005201E1" w:rsidP="005201E1">
      <w:pPr>
        <w:pStyle w:val="Bezodstpw"/>
        <w:jc w:val="both"/>
      </w:pPr>
      <w:r>
        <w:t xml:space="preserve">5. </w:t>
      </w:r>
      <w:r w:rsidR="00084835">
        <w:t>Wykonawca wyraża zgodę na przenoszenie praw, o których mowa w ust. 1</w:t>
      </w:r>
      <w:r>
        <w:t xml:space="preserve"> i 2</w:t>
      </w:r>
      <w:r w:rsidR="00084835">
        <w:t>, na osoby trzecie.</w:t>
      </w:r>
    </w:p>
    <w:p w14:paraId="3AA4F788" w14:textId="5CD0CB7A" w:rsidR="00FC5101" w:rsidRDefault="005201E1" w:rsidP="00084835">
      <w:pPr>
        <w:pStyle w:val="Bezodstpw"/>
        <w:jc w:val="both"/>
      </w:pPr>
      <w:r>
        <w:t>6</w:t>
      </w:r>
      <w:r w:rsidR="00084835">
        <w:t>. Wykonawca upoważnia Zamawiającego do korzystania z dzieła w całości, jak również w postaci</w:t>
      </w:r>
      <w:r w:rsidR="00A92AB3">
        <w:t xml:space="preserve"> </w:t>
      </w:r>
      <w:r w:rsidR="00084835">
        <w:t>dowolnego fragmentu.</w:t>
      </w:r>
    </w:p>
    <w:p w14:paraId="01533D04" w14:textId="77777777" w:rsidR="00A83581" w:rsidRDefault="00A83581" w:rsidP="00FC5101">
      <w:pPr>
        <w:pStyle w:val="Bezodstpw"/>
        <w:jc w:val="center"/>
      </w:pPr>
      <w:r>
        <w:lastRenderedPageBreak/>
        <w:t>§ 6</w:t>
      </w:r>
    </w:p>
    <w:p w14:paraId="71586764" w14:textId="77777777" w:rsidR="00A92AB3" w:rsidRDefault="00A92AB3" w:rsidP="00836657">
      <w:pPr>
        <w:pStyle w:val="Bezodstpw"/>
        <w:jc w:val="both"/>
      </w:pPr>
      <w:r>
        <w:t>1. Umowa obowiązuje od dnia jej zawarcia.</w:t>
      </w:r>
    </w:p>
    <w:p w14:paraId="348FA77E" w14:textId="224EFF37" w:rsidR="00A92AB3" w:rsidRDefault="00A92AB3" w:rsidP="00836657">
      <w:pPr>
        <w:pStyle w:val="Bezodstpw"/>
        <w:jc w:val="both"/>
      </w:pPr>
      <w:r>
        <w:t xml:space="preserve">2. Za wykonanie </w:t>
      </w:r>
      <w:r w:rsidR="00FC0E39">
        <w:t>przedmiotu umowy</w:t>
      </w:r>
      <w:r>
        <w:t xml:space="preserve"> oraz przeniesienie praw, o których mowa w § 5, Zamawiający zapłaci</w:t>
      </w:r>
      <w:r w:rsidR="00FC0E39">
        <w:t xml:space="preserve"> </w:t>
      </w:r>
      <w:r>
        <w:t>Wykonawcy wynagrodzenie w wysokości ……… zł brutto, (słownie: ……… zł, ……/100), tj. netto ………. zł plus podatek VAT 23%.</w:t>
      </w:r>
    </w:p>
    <w:p w14:paraId="06195E00" w14:textId="77777777" w:rsidR="00A92AB3" w:rsidRDefault="00A92AB3" w:rsidP="00836657">
      <w:pPr>
        <w:pStyle w:val="Bezodstpw"/>
        <w:jc w:val="both"/>
      </w:pPr>
      <w:r>
        <w:t>3. Zamawiający dokona zapłaty należności przelewem na konto Wykonawcy w terminie 14 dni od daty prawidłowego wykonania przedmiotu umowy i otrzymania przez Zamawiającego</w:t>
      </w:r>
    </w:p>
    <w:p w14:paraId="1637D595" w14:textId="77777777" w:rsidR="00A92AB3" w:rsidRDefault="00A92AB3" w:rsidP="00836657">
      <w:pPr>
        <w:pStyle w:val="Bezodstpw"/>
        <w:jc w:val="both"/>
      </w:pPr>
      <w:r>
        <w:t>prawidłowo wystawionej faktury.</w:t>
      </w:r>
    </w:p>
    <w:p w14:paraId="57D155AF" w14:textId="579061E1" w:rsidR="00FC0E39" w:rsidRDefault="00A92AB3" w:rsidP="00FC0E39">
      <w:pPr>
        <w:pStyle w:val="Bezodstpw"/>
        <w:jc w:val="both"/>
      </w:pPr>
      <w:r>
        <w:t xml:space="preserve">4. </w:t>
      </w:r>
      <w:r w:rsidR="00FC0E39" w:rsidRPr="00FC0E39">
        <w:t xml:space="preserve">Wykonawca jest uprawniony do wystawienia </w:t>
      </w:r>
      <w:r w:rsidR="00FC0E39">
        <w:t>faktury</w:t>
      </w:r>
      <w:r w:rsidR="00FC0E39" w:rsidRPr="00FC0E39">
        <w:t xml:space="preserve"> nie wcześniej niż po dokonaniu przez Zamawiającego protokolarnego odbioru </w:t>
      </w:r>
      <w:r w:rsidR="00FC0E39">
        <w:t xml:space="preserve">przedmiotu umowy </w:t>
      </w:r>
      <w:r w:rsidR="00FC0E39" w:rsidRPr="00FC0E39">
        <w:t xml:space="preserve"> oraz stwierdzenia prawidłowości </w:t>
      </w:r>
      <w:r w:rsidR="00FC0E39">
        <w:t xml:space="preserve">jego </w:t>
      </w:r>
      <w:r w:rsidR="00FC0E39" w:rsidRPr="00FC0E39">
        <w:t>wykonania.</w:t>
      </w:r>
    </w:p>
    <w:p w14:paraId="33398084" w14:textId="168718DB" w:rsidR="00A92AB3" w:rsidRDefault="00A92AB3" w:rsidP="00FC0E39">
      <w:pPr>
        <w:pStyle w:val="Bezodstpw"/>
        <w:jc w:val="both"/>
      </w:pPr>
      <w:r>
        <w:t xml:space="preserve">5. Płatność zostanie dokonana na rachunek bankowy Wykonawcy nr ………………………… </w:t>
      </w:r>
    </w:p>
    <w:p w14:paraId="400411FC" w14:textId="77777777" w:rsidR="00A92AB3" w:rsidRDefault="00A92AB3" w:rsidP="00836657">
      <w:pPr>
        <w:pStyle w:val="Bezodstpw"/>
        <w:jc w:val="both"/>
      </w:pPr>
      <w:r>
        <w:t xml:space="preserve">6. Fakturę należy wystawić na </w:t>
      </w:r>
      <w:r w:rsidRPr="00A92AB3">
        <w:t>Wojewódzki Urząd Ochrony Zabytków w Szczecinie ul. Wały Chrobrego 4, 70-502 Szczecin NIP: 8512022807, REGON 005483925</w:t>
      </w:r>
      <w:r>
        <w:t>.</w:t>
      </w:r>
    </w:p>
    <w:p w14:paraId="7732B5B4" w14:textId="77777777" w:rsidR="00A92AB3" w:rsidRDefault="00A92AB3" w:rsidP="00836657">
      <w:pPr>
        <w:pStyle w:val="Bezodstpw"/>
        <w:jc w:val="both"/>
      </w:pPr>
      <w:r>
        <w:t>7. Faktura przekazana zostanie przez Wykonawcę w następujący sposób: przesyłka przez operatora pocztowego, lub ePUAP Urzędu, lub elektronicznie za pośrednictwem platformy zakupowej.</w:t>
      </w:r>
    </w:p>
    <w:p w14:paraId="6F71AD54" w14:textId="77777777" w:rsidR="00A92AB3" w:rsidRDefault="00A92AB3" w:rsidP="00836657">
      <w:pPr>
        <w:pStyle w:val="Bezodstpw"/>
        <w:jc w:val="both"/>
      </w:pPr>
      <w:r>
        <w:t>8. Za dzień zapłaty uważa się dzień obciążenia konta Zamawiającego.</w:t>
      </w:r>
    </w:p>
    <w:p w14:paraId="771361EE" w14:textId="77777777" w:rsidR="00A92AB3" w:rsidRDefault="00A92AB3" w:rsidP="00836657">
      <w:pPr>
        <w:pStyle w:val="Bezodstpw"/>
        <w:jc w:val="both"/>
      </w:pPr>
      <w:r>
        <w:t>9. Przeniesienie autorskich praw majątkowych następuje z dniem zapłaty wynagrodzenia.</w:t>
      </w:r>
    </w:p>
    <w:p w14:paraId="3DA0CF63" w14:textId="77777777" w:rsidR="00A83581" w:rsidRDefault="00A92AB3" w:rsidP="00836657">
      <w:pPr>
        <w:pStyle w:val="Bezodstpw"/>
        <w:jc w:val="both"/>
      </w:pPr>
      <w:r>
        <w:t>10. Stawkę podatku VAT ustala się zgodnie z obowiązującymi przepisami na dzień wystawienia faktury.</w:t>
      </w:r>
    </w:p>
    <w:p w14:paraId="71EAA65A" w14:textId="6A78CDED" w:rsidR="003716F6" w:rsidRDefault="003716F6" w:rsidP="00836657">
      <w:pPr>
        <w:pStyle w:val="Bezodstpw"/>
        <w:jc w:val="both"/>
      </w:pPr>
      <w:r>
        <w:t xml:space="preserve">11. </w:t>
      </w:r>
      <w:r w:rsidRPr="003716F6">
        <w:t>Wynagrodzenie za wykonanie przedmiotu umowy ustalono jako kwotę ryczałtową, które obejmuje wszelkie roboty i czynności konieczne do wykonania przedmiotu umowy, choćby ich rozmiarów i kosztów nie można było przewidzieć w czasie zawarcia umowy, a koniecznych do wykonania w celu umożliwienia użytkowania i funkcjonowania z przedmiotu umowy  zgodnie z przepisami prawa i jego przeznaczeniem.</w:t>
      </w:r>
    </w:p>
    <w:p w14:paraId="7EFB4959" w14:textId="77777777" w:rsidR="00617BAA" w:rsidRDefault="00617BAA" w:rsidP="00FC5101">
      <w:pPr>
        <w:pStyle w:val="Bezodstpw"/>
        <w:jc w:val="center"/>
      </w:pPr>
    </w:p>
    <w:p w14:paraId="1CEDCEA6" w14:textId="67F00BA3" w:rsidR="00A83581" w:rsidRDefault="00FC5101" w:rsidP="00FC5101">
      <w:pPr>
        <w:pStyle w:val="Bezodstpw"/>
        <w:jc w:val="center"/>
      </w:pPr>
      <w:r>
        <w:t>§ 7</w:t>
      </w:r>
    </w:p>
    <w:p w14:paraId="6A1D7A1D" w14:textId="00998735" w:rsidR="00836657" w:rsidRDefault="00836657" w:rsidP="00836657">
      <w:pPr>
        <w:pStyle w:val="Bezodstpw"/>
        <w:jc w:val="both"/>
      </w:pPr>
      <w:r>
        <w:t xml:space="preserve">1. W przypadku nie wykonania dzieła w terminie lub </w:t>
      </w:r>
      <w:r w:rsidR="003C4215">
        <w:t>opóźnienia</w:t>
      </w:r>
      <w:r>
        <w:t xml:space="preserve"> w usunięciu wad, Wykonawca zapłaci Zamawiającemu karę umowną w wysokości </w:t>
      </w:r>
      <w:r w:rsidR="00247BCC">
        <w:t>0,5</w:t>
      </w:r>
      <w:r>
        <w:t xml:space="preserve">% wynagrodzenia brutto wskazanego w § 6 ust. 2 za każdy dzień </w:t>
      </w:r>
      <w:r w:rsidR="003C4215">
        <w:t>opóźnienia</w:t>
      </w:r>
      <w:r>
        <w:t>.</w:t>
      </w:r>
    </w:p>
    <w:p w14:paraId="07E29324" w14:textId="5BCD9C27" w:rsidR="00836657" w:rsidRDefault="00836657" w:rsidP="00836657">
      <w:pPr>
        <w:pStyle w:val="Bezodstpw"/>
        <w:jc w:val="both"/>
      </w:pPr>
      <w:r>
        <w:t xml:space="preserve">2. Wykonawca w przypadku odstąpienia od umowy z przyczyn leżących po jego stronie zapłaci Zamawiającemu karę umowną w wysokości </w:t>
      </w:r>
      <w:r w:rsidR="00247BCC">
        <w:t>3</w:t>
      </w:r>
      <w:r>
        <w:t>0% wynagrodzenia brutto wskazanego w § 6 ust. 2.</w:t>
      </w:r>
    </w:p>
    <w:p w14:paraId="4238D8B6" w14:textId="491F87DB" w:rsidR="00836657" w:rsidRDefault="00247BCC" w:rsidP="00836657">
      <w:pPr>
        <w:pStyle w:val="Bezodstpw"/>
        <w:jc w:val="both"/>
      </w:pPr>
      <w:r>
        <w:t>3</w:t>
      </w:r>
      <w:r w:rsidR="00836657">
        <w:t>. W sytuacji, gdy kary umowne nie pokrywają szkody, stronom przysługuje prawo żądania</w:t>
      </w:r>
    </w:p>
    <w:p w14:paraId="19DE896C" w14:textId="77777777" w:rsidR="00836657" w:rsidRDefault="00836657" w:rsidP="00836657">
      <w:pPr>
        <w:pStyle w:val="Bezodstpw"/>
        <w:jc w:val="both"/>
      </w:pPr>
      <w:r>
        <w:t>odszkodowania na zasadach ogólnych.</w:t>
      </w:r>
    </w:p>
    <w:p w14:paraId="77F9116B" w14:textId="2BC355C1" w:rsidR="003716F6" w:rsidRDefault="00247BCC" w:rsidP="003716F6">
      <w:pPr>
        <w:pStyle w:val="Bezodstpw"/>
        <w:jc w:val="both"/>
      </w:pPr>
      <w:r>
        <w:t>4</w:t>
      </w:r>
      <w:r w:rsidR="00836657">
        <w:t xml:space="preserve">. </w:t>
      </w:r>
      <w:r w:rsidR="003716F6">
        <w:t>W zakresie prawa Zamawiającego do naliczania i dochodzenia kar umownych, odszkodowań za nienależyte wykonanie umowy oraz praw autorskich skutki odstąpienia od umowy następują na przyszłość.</w:t>
      </w:r>
    </w:p>
    <w:p w14:paraId="094ABCC5" w14:textId="26F4B042" w:rsidR="00FC5101" w:rsidRDefault="00247BCC" w:rsidP="003716F6">
      <w:pPr>
        <w:pStyle w:val="Bezodstpw"/>
        <w:jc w:val="both"/>
      </w:pPr>
      <w:r>
        <w:t>5</w:t>
      </w:r>
      <w:r w:rsidR="003716F6">
        <w:t>. Wykonawca wyraża zgodę na potracenie kar umownych z wynagrodzenia, o którym mowa w § 6 ust. 2 umowy.</w:t>
      </w:r>
    </w:p>
    <w:p w14:paraId="1C503681" w14:textId="10A0C43F" w:rsidR="005E0660" w:rsidRPr="00B03059" w:rsidRDefault="005E0660" w:rsidP="005E0660">
      <w:pPr>
        <w:pStyle w:val="Bezodstpw"/>
        <w:jc w:val="both"/>
      </w:pPr>
      <w:r w:rsidRPr="00B03059">
        <w:t>6. Zamawiający może odstąpić od umowy:</w:t>
      </w:r>
    </w:p>
    <w:p w14:paraId="4C47A79D" w14:textId="772E5592" w:rsidR="005E0660" w:rsidRPr="00B03059" w:rsidRDefault="005E0660" w:rsidP="005E0660">
      <w:pPr>
        <w:pStyle w:val="Bezodstpw"/>
        <w:numPr>
          <w:ilvl w:val="0"/>
          <w:numId w:val="13"/>
        </w:numPr>
        <w:jc w:val="both"/>
      </w:pPr>
      <w:r w:rsidRPr="00B03059">
        <w:t>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okolicznościach;</w:t>
      </w:r>
    </w:p>
    <w:p w14:paraId="407A6A53" w14:textId="09352E7B" w:rsidR="005E0660" w:rsidRPr="00B03059" w:rsidRDefault="005E0660" w:rsidP="005E0660">
      <w:pPr>
        <w:pStyle w:val="Bezodstpw"/>
        <w:numPr>
          <w:ilvl w:val="0"/>
          <w:numId w:val="13"/>
        </w:numPr>
        <w:jc w:val="both"/>
      </w:pPr>
      <w:r w:rsidRPr="00B03059">
        <w:t>jeżeli Wykonawca nie przystąpił do realizacji przedmiotu umowy lub przerwał jej wykonywanie z przyczyn od niego zależnych, co uniemożliwia realizację umowy w terminie</w:t>
      </w:r>
    </w:p>
    <w:p w14:paraId="334DC6E6" w14:textId="75DE53F5" w:rsidR="005E0660" w:rsidRPr="00B03059" w:rsidRDefault="005E0660" w:rsidP="005E0660">
      <w:pPr>
        <w:pStyle w:val="Bezodstpw"/>
        <w:jc w:val="both"/>
      </w:pPr>
      <w:r w:rsidRPr="00B03059">
        <w:t xml:space="preserve">7. Zamawiający jest uprawniony do odstąpienia od niniejszej umowy w przypadkach przewidzianych przepisami Kodeksu Cywilnego oraz gdy Wykonawca, z przyczyn </w:t>
      </w:r>
      <w:r w:rsidRPr="00B03059">
        <w:lastRenderedPageBreak/>
        <w:t xml:space="preserve">zawinionych nie wykonuje umowy lub kiedy wykonuje ją nienależycie i pomimo pisemnego wezwania Wykonawcy do podjęcia wykonywania lub należytego wykonywania umowy </w:t>
      </w:r>
    </w:p>
    <w:p w14:paraId="49D429BD" w14:textId="77777777" w:rsidR="005E0660" w:rsidRPr="00B03059" w:rsidRDefault="005E0660" w:rsidP="005E0660">
      <w:pPr>
        <w:pStyle w:val="Bezodstpw"/>
        <w:jc w:val="both"/>
      </w:pPr>
      <w:r w:rsidRPr="00B03059">
        <w:t>w wyznaczonym terminie, nie zadośćuczyni żądaniu Zamawiającego.</w:t>
      </w:r>
    </w:p>
    <w:p w14:paraId="6B521CBC" w14:textId="4BD1B034" w:rsidR="005E0660" w:rsidRPr="00B03059" w:rsidRDefault="005E0660" w:rsidP="005E0660">
      <w:pPr>
        <w:pStyle w:val="Bezodstpw"/>
        <w:jc w:val="both"/>
      </w:pPr>
      <w:r w:rsidRPr="00B03059">
        <w:t xml:space="preserve">8. Zamawiający może odstąpić od umowy, z przyczyn leżących po stronie Wykonawcy, </w:t>
      </w:r>
    </w:p>
    <w:p w14:paraId="482559C6" w14:textId="6E9AAD58" w:rsidR="005E0660" w:rsidRPr="00B03059" w:rsidRDefault="005E0660" w:rsidP="005E0660">
      <w:pPr>
        <w:pStyle w:val="Bezodstpw"/>
        <w:jc w:val="both"/>
      </w:pPr>
      <w:r w:rsidRPr="00B03059">
        <w:t xml:space="preserve">w przypadku opóźnienia w wykonaniu całości lub części przedmiotu zamówienia przekraczającej 10 dni, pod warunkiem uprzedniego wyznaczenia </w:t>
      </w:r>
      <w:r w:rsidR="00D81526" w:rsidRPr="00B03059">
        <w:t>7</w:t>
      </w:r>
      <w:r w:rsidRPr="00B03059">
        <w:t xml:space="preserve"> dniowego terminu do </w:t>
      </w:r>
      <w:r w:rsidR="00D81526" w:rsidRPr="00B03059">
        <w:t>z</w:t>
      </w:r>
      <w:r w:rsidRPr="00B03059">
        <w:t xml:space="preserve">realizowania umowy zgodnie z jej postanowieniami i jego bezskutecznego upływu. </w:t>
      </w:r>
    </w:p>
    <w:p w14:paraId="5BF1D5F9" w14:textId="7BA9D53E" w:rsidR="005E0660" w:rsidRPr="00B03059" w:rsidRDefault="005E0660" w:rsidP="005E0660">
      <w:pPr>
        <w:pStyle w:val="Bezodstpw"/>
        <w:jc w:val="both"/>
      </w:pPr>
      <w:r w:rsidRPr="00B03059">
        <w:t xml:space="preserve">9. Zamawiający może odstąpić od umowy, z przyczyn leżących po stronie Wykonawcy, </w:t>
      </w:r>
    </w:p>
    <w:p w14:paraId="67AA9183" w14:textId="77777777" w:rsidR="005E0660" w:rsidRPr="00B03059" w:rsidRDefault="005E0660" w:rsidP="005E0660">
      <w:pPr>
        <w:pStyle w:val="Bezodstpw"/>
        <w:jc w:val="both"/>
      </w:pPr>
      <w:r w:rsidRPr="00B03059">
        <w:t xml:space="preserve">w przypadku, jeżeli w przedmiocie umowy, w terminie 30 dni od jego dostarczenia, zostaną stwierdzone wady i te wady nie nadają się do usunięcia i uniemożliwiają korzystanie </w:t>
      </w:r>
    </w:p>
    <w:p w14:paraId="159D498D" w14:textId="77777777" w:rsidR="005E0660" w:rsidRPr="00B03059" w:rsidRDefault="005E0660" w:rsidP="005E0660">
      <w:pPr>
        <w:pStyle w:val="Bezodstpw"/>
        <w:jc w:val="both"/>
      </w:pPr>
      <w:r w:rsidRPr="00B03059">
        <w:t>z przedmiotu umowy zgodnie z przeznaczeniem.</w:t>
      </w:r>
    </w:p>
    <w:p w14:paraId="4E1B5C78" w14:textId="476732F9" w:rsidR="005E0660" w:rsidRPr="00B03059" w:rsidRDefault="005E0660" w:rsidP="005E0660">
      <w:pPr>
        <w:pStyle w:val="Bezodstpw"/>
        <w:jc w:val="both"/>
      </w:pPr>
      <w:r w:rsidRPr="00B03059">
        <w:t>10. Odstąpienie od umowy z przyczyn określonych w ust. 6 pkt 2, ust. 8 i 9 może nastąpić w terminie 60 dni od powzięcia przez Zamawiającego wiadomości o okoliczności uzasadniającej odstąpienie.</w:t>
      </w:r>
    </w:p>
    <w:p w14:paraId="0AB754EB" w14:textId="628159B0" w:rsidR="005E0660" w:rsidRPr="00B03059" w:rsidRDefault="005E0660" w:rsidP="005E0660">
      <w:pPr>
        <w:pStyle w:val="Bezodstpw"/>
        <w:jc w:val="both"/>
      </w:pPr>
      <w:r w:rsidRPr="00B03059">
        <w:t xml:space="preserve">11. Odstąpienie od umowy następuje w formie pisemnej i jest skuteczne z chwilą otrzymania przez Wykonawcę oświadczenia o odstąpieniu. </w:t>
      </w:r>
    </w:p>
    <w:p w14:paraId="1387E49A" w14:textId="7CA27B4F" w:rsidR="005E0660" w:rsidRPr="00B03059" w:rsidRDefault="005E0660" w:rsidP="005E0660">
      <w:pPr>
        <w:pStyle w:val="Bezodstpw"/>
        <w:jc w:val="both"/>
      </w:pPr>
      <w:r w:rsidRPr="00B03059">
        <w:t>12. Roszczenie o zapłatę kar umownych z tytułu opóźnienia, ustalonych za każdy rozpoczęty dzień opóźnienia, staje się wymagalne:</w:t>
      </w:r>
    </w:p>
    <w:p w14:paraId="5F59A396" w14:textId="6433B0F7" w:rsidR="005E0660" w:rsidRPr="00B03059" w:rsidRDefault="005E0660" w:rsidP="005E0660">
      <w:pPr>
        <w:pStyle w:val="Bezodstpw"/>
        <w:numPr>
          <w:ilvl w:val="0"/>
          <w:numId w:val="15"/>
        </w:numPr>
        <w:jc w:val="both"/>
      </w:pPr>
      <w:r w:rsidRPr="00B03059">
        <w:t>za pierwszy rozpoczęty dzień opóźnienia w tym dniu,</w:t>
      </w:r>
    </w:p>
    <w:p w14:paraId="0B68F127" w14:textId="480D30D0" w:rsidR="005E0660" w:rsidRPr="00B03059" w:rsidRDefault="005E0660" w:rsidP="005E0660">
      <w:pPr>
        <w:pStyle w:val="Bezodstpw"/>
        <w:numPr>
          <w:ilvl w:val="0"/>
          <w:numId w:val="15"/>
        </w:numPr>
        <w:jc w:val="both"/>
      </w:pPr>
      <w:r w:rsidRPr="00B03059">
        <w:t>za każdy następny rozpoczęty dzień opóźnienia – odpowiednio w każdym z tych dni.</w:t>
      </w:r>
    </w:p>
    <w:p w14:paraId="13387E74" w14:textId="77777777" w:rsidR="00836657" w:rsidRPr="00B03059" w:rsidRDefault="00836657" w:rsidP="00836657">
      <w:pPr>
        <w:pStyle w:val="Bezodstpw"/>
        <w:jc w:val="center"/>
      </w:pPr>
    </w:p>
    <w:p w14:paraId="7957D40C" w14:textId="77777777" w:rsidR="00A83581" w:rsidRDefault="00FC5101" w:rsidP="00836657">
      <w:pPr>
        <w:pStyle w:val="Bezodstpw"/>
        <w:jc w:val="center"/>
      </w:pPr>
      <w:r>
        <w:t>§ 8</w:t>
      </w:r>
    </w:p>
    <w:p w14:paraId="396EBB22" w14:textId="77777777" w:rsidR="00836657" w:rsidRDefault="00836657" w:rsidP="00836657">
      <w:pPr>
        <w:pStyle w:val="Bezodstpw"/>
        <w:jc w:val="both"/>
      </w:pPr>
      <w:r>
        <w:t>1. Wykonawca nie może powierzyć, ani w całości, ani części, wykonania dzieła innym osobom bez pisemnej zgody Zamawiającego.</w:t>
      </w:r>
    </w:p>
    <w:p w14:paraId="680DDB0B" w14:textId="77777777" w:rsidR="00836657" w:rsidRDefault="00836657" w:rsidP="00836657">
      <w:pPr>
        <w:pStyle w:val="Bezodstpw"/>
        <w:jc w:val="both"/>
      </w:pPr>
      <w:r>
        <w:t>2. Wykonawca odpowiada za wszelkie szkody na osobach lub rzeczach powstałe w trakcie</w:t>
      </w:r>
    </w:p>
    <w:p w14:paraId="76993113" w14:textId="77777777" w:rsidR="00A83581" w:rsidRDefault="00836657" w:rsidP="00836657">
      <w:pPr>
        <w:pStyle w:val="Bezodstpw"/>
        <w:jc w:val="both"/>
      </w:pPr>
      <w:r>
        <w:t>wykonywania niniejszej umowy.</w:t>
      </w:r>
    </w:p>
    <w:p w14:paraId="6DFC9E4F" w14:textId="77777777" w:rsidR="00836657" w:rsidRDefault="00836657" w:rsidP="00836657">
      <w:pPr>
        <w:pStyle w:val="Bezodstpw"/>
        <w:jc w:val="both"/>
      </w:pPr>
    </w:p>
    <w:p w14:paraId="0F523902" w14:textId="77777777" w:rsidR="00A83581" w:rsidRDefault="00A83581" w:rsidP="00FC5101">
      <w:pPr>
        <w:pStyle w:val="Bezodstpw"/>
        <w:jc w:val="center"/>
      </w:pPr>
      <w:r>
        <w:t>§</w:t>
      </w:r>
      <w:r w:rsidR="00FC5101">
        <w:t xml:space="preserve"> 9</w:t>
      </w:r>
    </w:p>
    <w:p w14:paraId="2B880376" w14:textId="55ADD7B2" w:rsidR="00836657" w:rsidRDefault="00836657" w:rsidP="003716F6">
      <w:pPr>
        <w:pStyle w:val="Bezodstpw"/>
        <w:jc w:val="both"/>
      </w:pPr>
      <w:r>
        <w:t>1. Treść umowy stanowi informację publiczną, która podlega udostępnieniu na warunkach</w:t>
      </w:r>
      <w:r w:rsidR="00143951">
        <w:t xml:space="preserve"> </w:t>
      </w:r>
      <w:r>
        <w:t>określonych w ustawie z dnia 6 września 2001 r. o dostępie do informacji publicznej</w:t>
      </w:r>
      <w:r w:rsidR="00617BAA">
        <w:t xml:space="preserve"> (Dz. U. z 2022 r. poz. 902 ze zm.).</w:t>
      </w:r>
    </w:p>
    <w:p w14:paraId="1BF9894E" w14:textId="77777777" w:rsidR="00836657" w:rsidRDefault="00836657" w:rsidP="00836657">
      <w:pPr>
        <w:pStyle w:val="Bezodstpw"/>
        <w:jc w:val="both"/>
      </w:pPr>
      <w:r>
        <w:t>2. Wykonawca zobowiązuje się do zachowania poufności i do nie wykorzystywania w innym celu niż określony w niniejszej umowie wszelkich informacji uzyskanych od Zamawiającego w związku z realizacją niniejszej umowy z wyjątkiem:</w:t>
      </w:r>
    </w:p>
    <w:p w14:paraId="4F153B18" w14:textId="77777777" w:rsidR="00836657" w:rsidRDefault="00836657" w:rsidP="00836657">
      <w:pPr>
        <w:pStyle w:val="Bezodstpw"/>
        <w:jc w:val="both"/>
      </w:pPr>
      <w:r>
        <w:t>1) informacji publicznie dostępnych,</w:t>
      </w:r>
    </w:p>
    <w:p w14:paraId="7C88E5AD" w14:textId="77777777" w:rsidR="00836657" w:rsidRDefault="00836657" w:rsidP="00836657">
      <w:pPr>
        <w:pStyle w:val="Bezodstpw"/>
        <w:jc w:val="both"/>
      </w:pPr>
      <w:r>
        <w:t>2) informacji, w których posiadanie Wykonawca wszedł, bez naruszenia prawa, z innych źródeł,</w:t>
      </w:r>
    </w:p>
    <w:p w14:paraId="2AE01582" w14:textId="77777777" w:rsidR="00836657" w:rsidRDefault="00836657" w:rsidP="00836657">
      <w:pPr>
        <w:pStyle w:val="Bezodstpw"/>
        <w:jc w:val="both"/>
      </w:pPr>
      <w:r>
        <w:t>3) informacji, co do których Zamawiający pisemnie zezwolił na ich ujawnienie lub wykorzystanie w innym celu.</w:t>
      </w:r>
    </w:p>
    <w:p w14:paraId="71A5F936" w14:textId="77777777" w:rsidR="00836657" w:rsidRDefault="00836657" w:rsidP="00836657">
      <w:pPr>
        <w:pStyle w:val="Bezodstpw"/>
        <w:jc w:val="both"/>
      </w:pPr>
      <w:r>
        <w:t>3. Wykonawca oświadcza iż zobowiązuje swoich pracowników oraz osoby działające na jego</w:t>
      </w:r>
    </w:p>
    <w:p w14:paraId="0756766B" w14:textId="77777777" w:rsidR="00836657" w:rsidRDefault="00836657" w:rsidP="00836657">
      <w:pPr>
        <w:pStyle w:val="Bezodstpw"/>
        <w:jc w:val="both"/>
      </w:pPr>
      <w:r>
        <w:t>zlecenie do zachowania poufności i do nie wykorzystywania w innym celu niż określony</w:t>
      </w:r>
    </w:p>
    <w:p w14:paraId="1B09ACA2" w14:textId="77777777" w:rsidR="00836657" w:rsidRDefault="00836657" w:rsidP="00836657">
      <w:pPr>
        <w:pStyle w:val="Bezodstpw"/>
        <w:jc w:val="both"/>
      </w:pPr>
      <w:r>
        <w:t>w niniejszej umowie informacji, o których mowa w ust. 1.</w:t>
      </w:r>
    </w:p>
    <w:p w14:paraId="5D307A72" w14:textId="77777777" w:rsidR="00836657" w:rsidRDefault="00836657" w:rsidP="00836657">
      <w:pPr>
        <w:pStyle w:val="Bezodstpw"/>
        <w:jc w:val="both"/>
      </w:pPr>
      <w:r>
        <w:t>4. Obowiązek zachowania informacji w poufności nie dotyczy sytuacji, w których Wykonawca zobowiązany jest do przekazania posiadanych informacji podmiotom uprawnionym na podstawie przepisów prawa do żądania udzielenia takich informacji w związku z prowadzonym postępowaniem.</w:t>
      </w:r>
    </w:p>
    <w:p w14:paraId="27D65F14" w14:textId="77777777" w:rsidR="00836657" w:rsidRDefault="00836657" w:rsidP="00FC5101">
      <w:pPr>
        <w:pStyle w:val="Bezodstpw"/>
        <w:jc w:val="center"/>
      </w:pPr>
    </w:p>
    <w:p w14:paraId="660A38D0" w14:textId="0F5237BA" w:rsidR="00836657" w:rsidRDefault="00836657" w:rsidP="00836657">
      <w:pPr>
        <w:pStyle w:val="Bezodstpw"/>
        <w:jc w:val="center"/>
      </w:pPr>
      <w:r>
        <w:t>§10</w:t>
      </w:r>
    </w:p>
    <w:p w14:paraId="758EFA91" w14:textId="1D1552EE" w:rsidR="00A83581" w:rsidRDefault="00FC0E39" w:rsidP="00FC5101">
      <w:pPr>
        <w:pStyle w:val="Bezodstpw"/>
        <w:jc w:val="both"/>
      </w:pPr>
      <w:r>
        <w:t>Zamawiającemu</w:t>
      </w:r>
      <w:r w:rsidR="00A83581">
        <w:t xml:space="preserve"> przysługuje prawo do wypowiedzenia niniejszej umowy ze skutkiem natychmiastowym, w przypadku rażącego naruszenia postanowień niniejszej umowy przez </w:t>
      </w:r>
      <w:r w:rsidR="00836657">
        <w:t>Wykonawcę</w:t>
      </w:r>
      <w:r w:rsidR="00A83581">
        <w:t xml:space="preserve">, po uprzednim wezwaniu </w:t>
      </w:r>
      <w:r w:rsidR="00836657">
        <w:t>Wykonawcy</w:t>
      </w:r>
      <w:r w:rsidR="00A83581">
        <w:t xml:space="preserve"> do usunięcia nieprawidłowości.</w:t>
      </w:r>
    </w:p>
    <w:p w14:paraId="31CED4F0" w14:textId="429DCA55" w:rsidR="00A83581" w:rsidRDefault="00A83581" w:rsidP="00FC5101">
      <w:pPr>
        <w:pStyle w:val="Bezodstpw"/>
        <w:jc w:val="center"/>
      </w:pPr>
      <w:r>
        <w:lastRenderedPageBreak/>
        <w:t>§1</w:t>
      </w:r>
      <w:r w:rsidR="00836657">
        <w:t>1</w:t>
      </w:r>
    </w:p>
    <w:p w14:paraId="66CBD806" w14:textId="50CA56E9" w:rsidR="00A83581" w:rsidRDefault="00FC0E39" w:rsidP="00FC0E39">
      <w:pPr>
        <w:pStyle w:val="Bezodstpw"/>
        <w:jc w:val="both"/>
      </w:pPr>
      <w:r>
        <w:t xml:space="preserve">1. </w:t>
      </w:r>
      <w:r w:rsidR="00A83581">
        <w:t>W sprawach nieuregulowanych niniejszą umową zastosowanie mają w szczególności przepisy Kodeksu Cywilnego.</w:t>
      </w:r>
    </w:p>
    <w:p w14:paraId="352B458B" w14:textId="5DEFBB32" w:rsidR="00FC5101" w:rsidRDefault="00FC0E39" w:rsidP="00FC0E39">
      <w:pPr>
        <w:pStyle w:val="Bezodstpw"/>
        <w:jc w:val="both"/>
      </w:pPr>
      <w:r>
        <w:t xml:space="preserve">2. </w:t>
      </w:r>
      <w:r w:rsidRPr="00FC0E39">
        <w:t>Każda zmiana adresu strony wymaga powiadomienia o tym strony drugiej pod rygorem uznania pisma skierowanego pod adres dotychczasowy za doręczone.</w:t>
      </w:r>
    </w:p>
    <w:p w14:paraId="3B17CD71" w14:textId="18120A1D" w:rsidR="000952AC" w:rsidRDefault="000952AC" w:rsidP="00FC0E39">
      <w:pPr>
        <w:pStyle w:val="Bezodstpw"/>
        <w:jc w:val="both"/>
      </w:pPr>
      <w:r>
        <w:t xml:space="preserve">3. </w:t>
      </w:r>
      <w:r w:rsidRPr="000952AC">
        <w:t>Zmiany umowy pod rygorem nieważności wymagają formy pisemnej, w postaci aneksu do umowy podpisanego przez Strony.</w:t>
      </w:r>
    </w:p>
    <w:p w14:paraId="2647DE1C" w14:textId="0A6259F5" w:rsidR="000952AC" w:rsidRDefault="000952AC" w:rsidP="000952AC">
      <w:pPr>
        <w:pStyle w:val="Bezodstpw"/>
        <w:jc w:val="both"/>
      </w:pPr>
      <w:r>
        <w:t xml:space="preserve">4. Zmiany umowy mogą nastąpić w przypadku: </w:t>
      </w:r>
    </w:p>
    <w:p w14:paraId="0F19FCEC" w14:textId="40CDB29C" w:rsidR="000952AC" w:rsidRDefault="000952AC" w:rsidP="000952AC">
      <w:pPr>
        <w:pStyle w:val="Bezodstpw"/>
        <w:jc w:val="both"/>
      </w:pPr>
      <w:r>
        <w:t xml:space="preserve">1) zmiany stanu prawnego w zakresie dotyczącym realizowanego przedmiotu umowy, który spowoduje konieczność zmiany sposobu jego wykonania przez wykonawcę; </w:t>
      </w:r>
    </w:p>
    <w:p w14:paraId="15C366EB" w14:textId="77777777" w:rsidR="000952AC" w:rsidRDefault="000952AC" w:rsidP="000952AC">
      <w:pPr>
        <w:pStyle w:val="Bezodstpw"/>
        <w:jc w:val="both"/>
      </w:pPr>
      <w:r>
        <w:t>2) zmiany w zakresie sposobu płatności wynagrodzenia w przypadku wystąpienia okoliczności niezawinionych przez żadną ze stron umowy a skutkującą zmianę zakresu przedmiotu zamówienia;</w:t>
      </w:r>
    </w:p>
    <w:p w14:paraId="5D54EDDE" w14:textId="77777777" w:rsidR="000952AC" w:rsidRDefault="000952AC" w:rsidP="000952AC">
      <w:pPr>
        <w:pStyle w:val="Bezodstpw"/>
        <w:jc w:val="both"/>
      </w:pPr>
      <w:r>
        <w:t>5. Umowa może zostać zmieniona w sytuacji wystąpienia okoliczności wskazanych w niniejszym paragrafie  umowy.</w:t>
      </w:r>
    </w:p>
    <w:p w14:paraId="20B45AF2" w14:textId="77777777" w:rsidR="000952AC" w:rsidRDefault="000952AC" w:rsidP="00FC5101">
      <w:pPr>
        <w:pStyle w:val="Bezodstpw"/>
        <w:jc w:val="center"/>
      </w:pPr>
    </w:p>
    <w:p w14:paraId="5817C21B" w14:textId="15B3C016" w:rsidR="00A83581" w:rsidRDefault="00A83581" w:rsidP="00FC5101">
      <w:pPr>
        <w:pStyle w:val="Bezodstpw"/>
        <w:jc w:val="center"/>
      </w:pPr>
      <w:r>
        <w:t>§1</w:t>
      </w:r>
      <w:r w:rsidR="00836657">
        <w:t>2</w:t>
      </w:r>
    </w:p>
    <w:p w14:paraId="227E7322" w14:textId="7125999D" w:rsidR="00A83581" w:rsidRDefault="00A83581" w:rsidP="00FC5101">
      <w:pPr>
        <w:pStyle w:val="Bezodstpw"/>
        <w:jc w:val="both"/>
      </w:pPr>
      <w:r>
        <w:t>1. Spory związane z realizacją umowy Strony w miarę możliwości załatwiać będą polubownie.</w:t>
      </w:r>
    </w:p>
    <w:p w14:paraId="6813935A" w14:textId="77777777" w:rsidR="00A83581" w:rsidRDefault="00A83581" w:rsidP="00FC5101">
      <w:pPr>
        <w:pStyle w:val="Bezodstpw"/>
        <w:jc w:val="both"/>
      </w:pPr>
      <w:r>
        <w:t xml:space="preserve">2. W razie niemożliwości polubownego rozwiązania sporu, odpowiednim do jego rozstrzygnięcia będzie Sąd miejscowo właściwy dla siedziby </w:t>
      </w:r>
      <w:r w:rsidR="00836657">
        <w:t>Zamawiającego</w:t>
      </w:r>
      <w:r>
        <w:t>.</w:t>
      </w:r>
    </w:p>
    <w:p w14:paraId="5208BFC8" w14:textId="77777777" w:rsidR="00FC5101" w:rsidRDefault="00FC5101" w:rsidP="00A83581">
      <w:pPr>
        <w:pStyle w:val="Bezodstpw"/>
      </w:pPr>
    </w:p>
    <w:p w14:paraId="34B23E90" w14:textId="77777777" w:rsidR="00A83581" w:rsidRDefault="00A83581" w:rsidP="00FC5101">
      <w:pPr>
        <w:pStyle w:val="Bezodstpw"/>
        <w:jc w:val="center"/>
      </w:pPr>
      <w:r>
        <w:t>§1</w:t>
      </w:r>
      <w:r w:rsidR="00836657">
        <w:t>3</w:t>
      </w:r>
    </w:p>
    <w:p w14:paraId="3516EB29" w14:textId="05AFA9A9" w:rsidR="00A83581" w:rsidRDefault="0092607B" w:rsidP="00FC5101">
      <w:pPr>
        <w:pStyle w:val="Bezodstpw"/>
        <w:jc w:val="both"/>
      </w:pPr>
      <w:r>
        <w:t xml:space="preserve">1. </w:t>
      </w:r>
      <w:r w:rsidR="00A83581">
        <w:t xml:space="preserve">Umowę sporządzono w trzech jednobrzmiących egzemplarzach, dwa dla </w:t>
      </w:r>
      <w:r w:rsidR="00836657">
        <w:t>Zamawiającego</w:t>
      </w:r>
      <w:r w:rsidR="00A83581">
        <w:t xml:space="preserve"> a jeden dla </w:t>
      </w:r>
      <w:r w:rsidR="00836657">
        <w:t>Wykonawcy</w:t>
      </w:r>
      <w:r w:rsidR="00A83581">
        <w:t>.</w:t>
      </w:r>
    </w:p>
    <w:p w14:paraId="4B485D5C" w14:textId="1BDBF8EC" w:rsidR="00FC5101" w:rsidRDefault="0092607B" w:rsidP="00FC5101">
      <w:pPr>
        <w:pStyle w:val="Bezodstpw"/>
        <w:jc w:val="both"/>
      </w:pPr>
      <w:r>
        <w:t xml:space="preserve">2. </w:t>
      </w:r>
      <w:r w:rsidRPr="0092607B">
        <w:t xml:space="preserve">Załącznikami do umowy są: zapytanie ofertowe  znak: </w:t>
      </w:r>
      <w:r w:rsidR="003439A4">
        <w:t>FN.272</w:t>
      </w:r>
      <w:r w:rsidR="001200AE">
        <w:t>.</w:t>
      </w:r>
      <w:r w:rsidR="00502D5D">
        <w:t>11</w:t>
      </w:r>
      <w:r w:rsidR="001200AE">
        <w:t>.</w:t>
      </w:r>
      <w:r w:rsidR="003439A4">
        <w:t>202</w:t>
      </w:r>
      <w:r w:rsidR="00DF0367">
        <w:t>6</w:t>
      </w:r>
      <w:r w:rsidR="003439A4">
        <w:t xml:space="preserve">.ŁG </w:t>
      </w:r>
      <w:r w:rsidRPr="0092607B">
        <w:t xml:space="preserve">wraz z załącznikami oraz oferta Wykonawcy z dnia </w:t>
      </w:r>
      <w:r>
        <w:t>…………………………</w:t>
      </w:r>
    </w:p>
    <w:p w14:paraId="3232679E" w14:textId="77777777" w:rsidR="00FC5101" w:rsidRDefault="00FC5101" w:rsidP="00FC5101">
      <w:pPr>
        <w:pStyle w:val="Bezodstpw"/>
        <w:jc w:val="both"/>
      </w:pPr>
    </w:p>
    <w:p w14:paraId="52BDE007" w14:textId="77777777" w:rsidR="00FC5101" w:rsidRDefault="00FC5101" w:rsidP="00FC5101">
      <w:pPr>
        <w:pStyle w:val="Bezodstpw"/>
        <w:jc w:val="both"/>
      </w:pPr>
    </w:p>
    <w:p w14:paraId="59485F42" w14:textId="77777777" w:rsidR="00FC5101" w:rsidRDefault="00FC5101" w:rsidP="00FC5101">
      <w:pPr>
        <w:pStyle w:val="Bezodstpw"/>
        <w:jc w:val="both"/>
      </w:pPr>
    </w:p>
    <w:p w14:paraId="36C1051E" w14:textId="1DACAEEE" w:rsidR="008C7D05" w:rsidRDefault="008C7D05" w:rsidP="008C7D05">
      <w:pPr>
        <w:pStyle w:val="Bezodstpw"/>
        <w:tabs>
          <w:tab w:val="left" w:pos="5670"/>
        </w:tabs>
        <w:jc w:val="both"/>
      </w:pPr>
      <w:r>
        <w:t>ZAMAWIAJĄCY</w:t>
      </w:r>
      <w:r>
        <w:tab/>
        <w:t>WYKONAWCA</w:t>
      </w:r>
    </w:p>
    <w:p w14:paraId="39E70A50" w14:textId="77777777" w:rsidR="008C7D05" w:rsidRDefault="008C7D05" w:rsidP="008C7D05">
      <w:pPr>
        <w:pStyle w:val="Bezodstpw"/>
        <w:tabs>
          <w:tab w:val="left" w:pos="5670"/>
        </w:tabs>
        <w:jc w:val="both"/>
      </w:pPr>
    </w:p>
    <w:p w14:paraId="6F104B33" w14:textId="06FCE2FA" w:rsidR="008C7D05" w:rsidRDefault="008C7D05" w:rsidP="008C7D05">
      <w:pPr>
        <w:pStyle w:val="Bezodstpw"/>
        <w:tabs>
          <w:tab w:val="left" w:pos="5670"/>
        </w:tabs>
        <w:jc w:val="both"/>
      </w:pPr>
      <w:r>
        <w:t>Podpis elektroniczny</w:t>
      </w:r>
      <w:r>
        <w:tab/>
        <w:t>Podpis elektroniczny</w:t>
      </w:r>
    </w:p>
    <w:p w14:paraId="3BF97D85" w14:textId="77777777" w:rsidR="00FC5101" w:rsidRDefault="00FC5101" w:rsidP="00FC5101">
      <w:pPr>
        <w:pStyle w:val="Bezodstpw"/>
        <w:jc w:val="both"/>
      </w:pPr>
    </w:p>
    <w:p w14:paraId="6D512ED5" w14:textId="77777777" w:rsidR="00D920B5" w:rsidRPr="00A83581" w:rsidRDefault="00D920B5" w:rsidP="00A83581">
      <w:pPr>
        <w:pStyle w:val="Bezodstpw"/>
      </w:pPr>
    </w:p>
    <w:sectPr w:rsidR="00D920B5" w:rsidRPr="00A83581" w:rsidSect="005E2BA1">
      <w:head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83607" w14:textId="77777777" w:rsidR="00D12D5F" w:rsidRDefault="00D12D5F">
      <w:r>
        <w:separator/>
      </w:r>
    </w:p>
  </w:endnote>
  <w:endnote w:type="continuationSeparator" w:id="0">
    <w:p w14:paraId="518CD08B" w14:textId="77777777" w:rsidR="00D12D5F" w:rsidRDefault="00D1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A64F3" w14:textId="77777777" w:rsidR="00D12D5F" w:rsidRDefault="00D12D5F">
      <w:r>
        <w:separator/>
      </w:r>
    </w:p>
  </w:footnote>
  <w:footnote w:type="continuationSeparator" w:id="0">
    <w:p w14:paraId="56C87D30" w14:textId="77777777" w:rsidR="00D12D5F" w:rsidRDefault="00D12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77B1" w14:textId="0AC4D4DE" w:rsidR="00B903FF" w:rsidRDefault="0092607B">
    <w:pPr>
      <w:pStyle w:val="Nagwek"/>
    </w:pPr>
    <w:r w:rsidRPr="005503DB">
      <w:rPr>
        <w:noProof/>
      </w:rPr>
      <w:drawing>
        <wp:inline distT="0" distB="0" distL="0" distR="0" wp14:anchorId="3CB9C320" wp14:editId="50DEB4A4">
          <wp:extent cx="2133600" cy="390525"/>
          <wp:effectExtent l="0" t="0" r="0" b="0"/>
          <wp:docPr id="1748924537" name="Obraz 17489245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EF8749" w14:textId="77777777" w:rsidR="00FC7A08" w:rsidRPr="00FF3E86" w:rsidRDefault="00AC7B40" w:rsidP="00C17D8C">
    <w:pPr>
      <w:pStyle w:val="Nagwek"/>
      <w:tabs>
        <w:tab w:val="clear" w:pos="4536"/>
        <w:tab w:val="center" w:pos="0"/>
      </w:tabs>
      <w:ind w:firstLine="709"/>
      <w:jc w:val="both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 xml:space="preserve">ul. Wały Chrobrego 4  </w:t>
    </w:r>
    <w:r w:rsidR="00B903FF">
      <w:rPr>
        <w:rFonts w:ascii="Franklin Gothic Medium" w:hAnsi="Franklin Gothic Medium"/>
        <w:sz w:val="18"/>
        <w:szCs w:val="18"/>
      </w:rPr>
      <w:t xml:space="preserve">                                                                                             </w:t>
    </w:r>
    <w:r w:rsidR="005503DB">
      <w:rPr>
        <w:rFonts w:ascii="Franklin Gothic Medium" w:hAnsi="Franklin Gothic Medium"/>
        <w:sz w:val="18"/>
        <w:szCs w:val="18"/>
      </w:rPr>
      <w:t xml:space="preserve">                </w:t>
    </w:r>
    <w:r w:rsidRPr="00FF3E86">
      <w:rPr>
        <w:rFonts w:ascii="Franklin Gothic Medium" w:hAnsi="Franklin Gothic Medium"/>
        <w:sz w:val="18"/>
        <w:szCs w:val="18"/>
      </w:rPr>
      <w:t xml:space="preserve">tel./fax: </w:t>
    </w:r>
    <w:r w:rsidR="00FC7A08" w:rsidRPr="00FF3E86">
      <w:rPr>
        <w:rFonts w:ascii="Franklin Gothic Medium" w:hAnsi="Franklin Gothic Medium"/>
        <w:sz w:val="18"/>
        <w:szCs w:val="18"/>
      </w:rPr>
      <w:t>91 433 70 66</w:t>
    </w:r>
  </w:p>
  <w:p w14:paraId="3725C806" w14:textId="77777777" w:rsidR="00FF3E86" w:rsidRDefault="00AC7B40" w:rsidP="00C17D8C">
    <w:pPr>
      <w:pStyle w:val="Nagwek"/>
      <w:ind w:firstLine="709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>70-502 Szczecin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                         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www.wkz.szczecin.pl                     </w:t>
    </w:r>
    <w:r w:rsidR="00FC7A08" w:rsidRPr="00FF3E86">
      <w:rPr>
        <w:rFonts w:ascii="Franklin Gothic Medium" w:hAnsi="Franklin Gothic Medium"/>
        <w:sz w:val="18"/>
        <w:szCs w:val="18"/>
      </w:rPr>
      <w:t xml:space="preserve">e-mail: </w:t>
    </w:r>
    <w:hyperlink r:id="rId2" w:history="1">
      <w:r w:rsidR="00141BB4" w:rsidRPr="00FF3E86">
        <w:rPr>
          <w:rStyle w:val="Hipercze"/>
          <w:rFonts w:ascii="Franklin Gothic Medium" w:hAnsi="Franklin Gothic Medium"/>
          <w:color w:val="auto"/>
          <w:sz w:val="18"/>
          <w:szCs w:val="18"/>
          <w:u w:val="none"/>
        </w:rPr>
        <w:t>sekretariat@wkz.szczecin.pl</w:t>
      </w:r>
    </w:hyperlink>
  </w:p>
  <w:p w14:paraId="3F77531D" w14:textId="63766EC2" w:rsidR="00141BB4" w:rsidRPr="00FF3E86" w:rsidRDefault="0092607B" w:rsidP="00FF3E86">
    <w:pPr>
      <w:pStyle w:val="Nagwek"/>
      <w:ind w:left="1080"/>
      <w:rPr>
        <w:rFonts w:ascii="Franklin Gothic Medium" w:hAnsi="Franklin Gothic Medium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F85D5" wp14:editId="370C0707">
              <wp:simplePos x="0" y="0"/>
              <wp:positionH relativeFrom="column">
                <wp:posOffset>-360045</wp:posOffset>
              </wp:positionH>
              <wp:positionV relativeFrom="paragraph">
                <wp:posOffset>69850</wp:posOffset>
              </wp:positionV>
              <wp:extent cx="6480175" cy="0"/>
              <wp:effectExtent l="11430" t="12700" r="13970" b="15875"/>
              <wp:wrapNone/>
              <wp:docPr id="2052231137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7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0C8BDF" id="Line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5.5pt" to="48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" strokecolor="#007fff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72A9"/>
    <w:multiLevelType w:val="hybridMultilevel"/>
    <w:tmpl w:val="0DE08F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467ED"/>
    <w:multiLevelType w:val="hybridMultilevel"/>
    <w:tmpl w:val="A2AC4564"/>
    <w:lvl w:ilvl="0" w:tplc="0A9656A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D33"/>
    <w:multiLevelType w:val="hybridMultilevel"/>
    <w:tmpl w:val="66624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7A6DBA"/>
    <w:multiLevelType w:val="hybridMultilevel"/>
    <w:tmpl w:val="9830F6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B8721A"/>
    <w:multiLevelType w:val="hybridMultilevel"/>
    <w:tmpl w:val="596E39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090344"/>
    <w:multiLevelType w:val="hybridMultilevel"/>
    <w:tmpl w:val="CA98C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152DE"/>
    <w:multiLevelType w:val="hybridMultilevel"/>
    <w:tmpl w:val="0538B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75301"/>
    <w:multiLevelType w:val="hybridMultilevel"/>
    <w:tmpl w:val="06EAA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D4886"/>
    <w:multiLevelType w:val="hybridMultilevel"/>
    <w:tmpl w:val="1FC06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F1FBD"/>
    <w:multiLevelType w:val="hybridMultilevel"/>
    <w:tmpl w:val="75E8C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914FD"/>
    <w:multiLevelType w:val="hybridMultilevel"/>
    <w:tmpl w:val="9AA672AC"/>
    <w:lvl w:ilvl="0" w:tplc="C26AFE0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C0345"/>
    <w:multiLevelType w:val="hybridMultilevel"/>
    <w:tmpl w:val="36DE4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645D7"/>
    <w:multiLevelType w:val="hybridMultilevel"/>
    <w:tmpl w:val="C58C47F0"/>
    <w:lvl w:ilvl="0" w:tplc="29E6AF1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C1535"/>
    <w:multiLevelType w:val="hybridMultilevel"/>
    <w:tmpl w:val="7656555A"/>
    <w:lvl w:ilvl="0" w:tplc="45C865A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F5497"/>
    <w:multiLevelType w:val="hybridMultilevel"/>
    <w:tmpl w:val="AB7672F8"/>
    <w:lvl w:ilvl="0" w:tplc="8A4891E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742A6"/>
    <w:multiLevelType w:val="hybridMultilevel"/>
    <w:tmpl w:val="35428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449143">
    <w:abstractNumId w:val="8"/>
  </w:num>
  <w:num w:numId="2" w16cid:durableId="1741904581">
    <w:abstractNumId w:val="11"/>
  </w:num>
  <w:num w:numId="3" w16cid:durableId="1683118462">
    <w:abstractNumId w:val="15"/>
  </w:num>
  <w:num w:numId="4" w16cid:durableId="970331481">
    <w:abstractNumId w:val="5"/>
  </w:num>
  <w:num w:numId="5" w16cid:durableId="1574048752">
    <w:abstractNumId w:val="12"/>
  </w:num>
  <w:num w:numId="6" w16cid:durableId="2051220255">
    <w:abstractNumId w:val="2"/>
  </w:num>
  <w:num w:numId="7" w16cid:durableId="427849070">
    <w:abstractNumId w:val="9"/>
  </w:num>
  <w:num w:numId="8" w16cid:durableId="1453671192">
    <w:abstractNumId w:val="14"/>
  </w:num>
  <w:num w:numId="9" w16cid:durableId="1087264208">
    <w:abstractNumId w:val="7"/>
  </w:num>
  <w:num w:numId="10" w16cid:durableId="1684280100">
    <w:abstractNumId w:val="6"/>
  </w:num>
  <w:num w:numId="11" w16cid:durableId="1495756838">
    <w:abstractNumId w:val="3"/>
  </w:num>
  <w:num w:numId="12" w16cid:durableId="2010403202">
    <w:abstractNumId w:val="13"/>
  </w:num>
  <w:num w:numId="13" w16cid:durableId="309604472">
    <w:abstractNumId w:val="4"/>
  </w:num>
  <w:num w:numId="14" w16cid:durableId="2000956602">
    <w:abstractNumId w:val="1"/>
  </w:num>
  <w:num w:numId="15" w16cid:durableId="1668023348">
    <w:abstractNumId w:val="0"/>
  </w:num>
  <w:num w:numId="16" w16cid:durableId="506599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07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2D2"/>
    <w:rsid w:val="000030BD"/>
    <w:rsid w:val="00005C01"/>
    <w:rsid w:val="00025E51"/>
    <w:rsid w:val="0002757A"/>
    <w:rsid w:val="000334D3"/>
    <w:rsid w:val="00063C7A"/>
    <w:rsid w:val="00084835"/>
    <w:rsid w:val="000952AC"/>
    <w:rsid w:val="00096E26"/>
    <w:rsid w:val="00097645"/>
    <w:rsid w:val="000A44B2"/>
    <w:rsid w:val="000B7572"/>
    <w:rsid w:val="000E6AFE"/>
    <w:rsid w:val="001200AE"/>
    <w:rsid w:val="001212B6"/>
    <w:rsid w:val="00135283"/>
    <w:rsid w:val="00141BB4"/>
    <w:rsid w:val="00143951"/>
    <w:rsid w:val="00154DAA"/>
    <w:rsid w:val="00160AF6"/>
    <w:rsid w:val="00176EBB"/>
    <w:rsid w:val="00185C27"/>
    <w:rsid w:val="0018638D"/>
    <w:rsid w:val="001C2D9D"/>
    <w:rsid w:val="001C7315"/>
    <w:rsid w:val="001F1250"/>
    <w:rsid w:val="001F4EBC"/>
    <w:rsid w:val="001F7D79"/>
    <w:rsid w:val="00202D64"/>
    <w:rsid w:val="0021266B"/>
    <w:rsid w:val="00232FE4"/>
    <w:rsid w:val="0023794D"/>
    <w:rsid w:val="00247BCC"/>
    <w:rsid w:val="00270B89"/>
    <w:rsid w:val="00286223"/>
    <w:rsid w:val="0029171F"/>
    <w:rsid w:val="002A761B"/>
    <w:rsid w:val="002B191A"/>
    <w:rsid w:val="002B6462"/>
    <w:rsid w:val="002B7086"/>
    <w:rsid w:val="002C1EAA"/>
    <w:rsid w:val="002E141C"/>
    <w:rsid w:val="002E29E3"/>
    <w:rsid w:val="002F0FCE"/>
    <w:rsid w:val="002F47EF"/>
    <w:rsid w:val="00306412"/>
    <w:rsid w:val="00325676"/>
    <w:rsid w:val="00337BAD"/>
    <w:rsid w:val="0034153C"/>
    <w:rsid w:val="003439A4"/>
    <w:rsid w:val="00357166"/>
    <w:rsid w:val="003672D2"/>
    <w:rsid w:val="003716F6"/>
    <w:rsid w:val="00391252"/>
    <w:rsid w:val="003B7B7D"/>
    <w:rsid w:val="003C4215"/>
    <w:rsid w:val="003D3C4F"/>
    <w:rsid w:val="003D5219"/>
    <w:rsid w:val="003E406A"/>
    <w:rsid w:val="00407E31"/>
    <w:rsid w:val="004148FB"/>
    <w:rsid w:val="00424BAE"/>
    <w:rsid w:val="0043329B"/>
    <w:rsid w:val="004371E6"/>
    <w:rsid w:val="004723A8"/>
    <w:rsid w:val="004810F2"/>
    <w:rsid w:val="00483861"/>
    <w:rsid w:val="00490F49"/>
    <w:rsid w:val="004941DB"/>
    <w:rsid w:val="004A06EA"/>
    <w:rsid w:val="004A3342"/>
    <w:rsid w:val="004B194C"/>
    <w:rsid w:val="004B4462"/>
    <w:rsid w:val="004B7BEE"/>
    <w:rsid w:val="004C2086"/>
    <w:rsid w:val="004C5C54"/>
    <w:rsid w:val="004D3964"/>
    <w:rsid w:val="00500B1F"/>
    <w:rsid w:val="00502D5D"/>
    <w:rsid w:val="00510370"/>
    <w:rsid w:val="00514082"/>
    <w:rsid w:val="005201E1"/>
    <w:rsid w:val="00522361"/>
    <w:rsid w:val="00522A08"/>
    <w:rsid w:val="00522A82"/>
    <w:rsid w:val="005503DB"/>
    <w:rsid w:val="00566BC2"/>
    <w:rsid w:val="005A69E2"/>
    <w:rsid w:val="005B42AA"/>
    <w:rsid w:val="005E0660"/>
    <w:rsid w:val="005E2BA1"/>
    <w:rsid w:val="005F478C"/>
    <w:rsid w:val="00617BAA"/>
    <w:rsid w:val="00622EE3"/>
    <w:rsid w:val="006452B6"/>
    <w:rsid w:val="006455FB"/>
    <w:rsid w:val="00675E98"/>
    <w:rsid w:val="00683FD6"/>
    <w:rsid w:val="00687CBE"/>
    <w:rsid w:val="006A08CA"/>
    <w:rsid w:val="006A3B74"/>
    <w:rsid w:val="006B00EC"/>
    <w:rsid w:val="006E073F"/>
    <w:rsid w:val="00701199"/>
    <w:rsid w:val="00705708"/>
    <w:rsid w:val="00713087"/>
    <w:rsid w:val="00725A86"/>
    <w:rsid w:val="00737FCC"/>
    <w:rsid w:val="00742118"/>
    <w:rsid w:val="00757190"/>
    <w:rsid w:val="00757447"/>
    <w:rsid w:val="00762592"/>
    <w:rsid w:val="00770B8F"/>
    <w:rsid w:val="00786232"/>
    <w:rsid w:val="007B7E70"/>
    <w:rsid w:val="007C7EB2"/>
    <w:rsid w:val="007D0118"/>
    <w:rsid w:val="007E5CA1"/>
    <w:rsid w:val="007F0B60"/>
    <w:rsid w:val="00806D4A"/>
    <w:rsid w:val="00807F59"/>
    <w:rsid w:val="00834D82"/>
    <w:rsid w:val="00836641"/>
    <w:rsid w:val="00836657"/>
    <w:rsid w:val="00845D76"/>
    <w:rsid w:val="00864399"/>
    <w:rsid w:val="00872000"/>
    <w:rsid w:val="00881792"/>
    <w:rsid w:val="008B1433"/>
    <w:rsid w:val="008B46CC"/>
    <w:rsid w:val="008C22D1"/>
    <w:rsid w:val="008C7D05"/>
    <w:rsid w:val="008D30AD"/>
    <w:rsid w:val="008E20C4"/>
    <w:rsid w:val="008F2E62"/>
    <w:rsid w:val="00903DA7"/>
    <w:rsid w:val="0091655D"/>
    <w:rsid w:val="0092607B"/>
    <w:rsid w:val="009358D0"/>
    <w:rsid w:val="009602E4"/>
    <w:rsid w:val="00981EA9"/>
    <w:rsid w:val="009834BF"/>
    <w:rsid w:val="009970A1"/>
    <w:rsid w:val="009A276D"/>
    <w:rsid w:val="009B65FB"/>
    <w:rsid w:val="009C6B9D"/>
    <w:rsid w:val="009E5105"/>
    <w:rsid w:val="00A04493"/>
    <w:rsid w:val="00A06CCF"/>
    <w:rsid w:val="00A104E2"/>
    <w:rsid w:val="00A434D8"/>
    <w:rsid w:val="00A47304"/>
    <w:rsid w:val="00A5267B"/>
    <w:rsid w:val="00A530C8"/>
    <w:rsid w:val="00A83581"/>
    <w:rsid w:val="00A926FB"/>
    <w:rsid w:val="00A92AB3"/>
    <w:rsid w:val="00AB4601"/>
    <w:rsid w:val="00AB5B61"/>
    <w:rsid w:val="00AC7B40"/>
    <w:rsid w:val="00B0192A"/>
    <w:rsid w:val="00B03059"/>
    <w:rsid w:val="00B26761"/>
    <w:rsid w:val="00B43ECF"/>
    <w:rsid w:val="00B51A43"/>
    <w:rsid w:val="00B8329C"/>
    <w:rsid w:val="00B903FF"/>
    <w:rsid w:val="00B918ED"/>
    <w:rsid w:val="00B94169"/>
    <w:rsid w:val="00B97CFF"/>
    <w:rsid w:val="00BA1492"/>
    <w:rsid w:val="00BC7A2A"/>
    <w:rsid w:val="00BD4ED6"/>
    <w:rsid w:val="00BD6975"/>
    <w:rsid w:val="00BE5465"/>
    <w:rsid w:val="00C16FAA"/>
    <w:rsid w:val="00C17D8C"/>
    <w:rsid w:val="00C2022E"/>
    <w:rsid w:val="00C26444"/>
    <w:rsid w:val="00C51FC3"/>
    <w:rsid w:val="00C67C2F"/>
    <w:rsid w:val="00C71A2A"/>
    <w:rsid w:val="00C87069"/>
    <w:rsid w:val="00C9160C"/>
    <w:rsid w:val="00CB6DB0"/>
    <w:rsid w:val="00CD730C"/>
    <w:rsid w:val="00CE0EB3"/>
    <w:rsid w:val="00D12D5F"/>
    <w:rsid w:val="00D27588"/>
    <w:rsid w:val="00D3049E"/>
    <w:rsid w:val="00D379EB"/>
    <w:rsid w:val="00D41DC0"/>
    <w:rsid w:val="00D47117"/>
    <w:rsid w:val="00D473A3"/>
    <w:rsid w:val="00D81526"/>
    <w:rsid w:val="00D920B5"/>
    <w:rsid w:val="00DD2547"/>
    <w:rsid w:val="00DF0367"/>
    <w:rsid w:val="00E22EDD"/>
    <w:rsid w:val="00E45A58"/>
    <w:rsid w:val="00E51E7D"/>
    <w:rsid w:val="00E7326B"/>
    <w:rsid w:val="00E76AB8"/>
    <w:rsid w:val="00E91331"/>
    <w:rsid w:val="00E9672B"/>
    <w:rsid w:val="00EB3D9E"/>
    <w:rsid w:val="00F13C8F"/>
    <w:rsid w:val="00F30C5E"/>
    <w:rsid w:val="00F33DF9"/>
    <w:rsid w:val="00F51670"/>
    <w:rsid w:val="00F53A22"/>
    <w:rsid w:val="00F600AC"/>
    <w:rsid w:val="00F61965"/>
    <w:rsid w:val="00F9226D"/>
    <w:rsid w:val="00F926E9"/>
    <w:rsid w:val="00F928C4"/>
    <w:rsid w:val="00FB0976"/>
    <w:rsid w:val="00FB5227"/>
    <w:rsid w:val="00FC0E39"/>
    <w:rsid w:val="00FC1DC1"/>
    <w:rsid w:val="00FC5101"/>
    <w:rsid w:val="00FC7A08"/>
    <w:rsid w:val="00FD194C"/>
    <w:rsid w:val="00FD6320"/>
    <w:rsid w:val="00FE1603"/>
    <w:rsid w:val="00FE5517"/>
    <w:rsid w:val="00FF3E86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fff"/>
    </o:shapedefaults>
    <o:shapelayout v:ext="edit">
      <o:idmap v:ext="edit" data="2"/>
    </o:shapelayout>
  </w:shapeDefaults>
  <w:decimalSymbol w:val=","/>
  <w:listSeparator w:val=";"/>
  <w14:docId w14:val="45FBD5A4"/>
  <w15:docId w15:val="{345C2F29-FC4A-44C9-8AE4-20ADEF4C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51F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51FC3"/>
    <w:pPr>
      <w:tabs>
        <w:tab w:val="center" w:pos="4536"/>
        <w:tab w:val="right" w:pos="9072"/>
      </w:tabs>
    </w:pPr>
  </w:style>
  <w:style w:type="character" w:styleId="Hipercze">
    <w:name w:val="Hyperlink"/>
    <w:rsid w:val="00141BB4"/>
    <w:rPr>
      <w:color w:val="0000FF"/>
      <w:u w:val="single"/>
    </w:rPr>
  </w:style>
  <w:style w:type="paragraph" w:customStyle="1" w:styleId="StylWUOZ">
    <w:name w:val="Styl WUOZ"/>
    <w:basedOn w:val="Normalny"/>
    <w:link w:val="StylWUOZZnak"/>
    <w:qFormat/>
    <w:rsid w:val="00185C27"/>
    <w:pPr>
      <w:jc w:val="right"/>
    </w:pPr>
    <w:rPr>
      <w:rFonts w:ascii="Calibri" w:hAnsi="Calibri"/>
    </w:rPr>
  </w:style>
  <w:style w:type="paragraph" w:styleId="Bezodstpw">
    <w:name w:val="No Spacing"/>
    <w:uiPriority w:val="1"/>
    <w:qFormat/>
    <w:rsid w:val="00A06CCF"/>
    <w:rPr>
      <w:sz w:val="24"/>
      <w:szCs w:val="24"/>
    </w:rPr>
  </w:style>
  <w:style w:type="character" w:customStyle="1" w:styleId="StylWUOZZnak">
    <w:name w:val="Styl WUOZ Znak"/>
    <w:link w:val="StylWUOZ"/>
    <w:rsid w:val="00185C27"/>
    <w:rPr>
      <w:rFonts w:ascii="Calibri" w:hAnsi="Calibri"/>
      <w:sz w:val="24"/>
      <w:szCs w:val="24"/>
    </w:rPr>
  </w:style>
  <w:style w:type="character" w:styleId="Odwoaniedokomentarza">
    <w:name w:val="annotation reference"/>
    <w:rsid w:val="00A06C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6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06CCF"/>
  </w:style>
  <w:style w:type="paragraph" w:styleId="Tematkomentarza">
    <w:name w:val="annotation subject"/>
    <w:basedOn w:val="Tekstkomentarza"/>
    <w:next w:val="Tekstkomentarza"/>
    <w:link w:val="TematkomentarzaZnak"/>
    <w:rsid w:val="00A06CCF"/>
    <w:rPr>
      <w:b/>
      <w:bCs/>
    </w:rPr>
  </w:style>
  <w:style w:type="character" w:customStyle="1" w:styleId="TematkomentarzaZnak">
    <w:name w:val="Temat komentarza Znak"/>
    <w:link w:val="Tematkomentarza"/>
    <w:rsid w:val="00A06CCF"/>
    <w:rPr>
      <w:b/>
      <w:bCs/>
    </w:rPr>
  </w:style>
  <w:style w:type="paragraph" w:styleId="Tekstdymka">
    <w:name w:val="Balloon Text"/>
    <w:basedOn w:val="Normalny"/>
    <w:link w:val="TekstdymkaZnak"/>
    <w:rsid w:val="00A06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06CCF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2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kz.szczec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ojciechowska.koszalin@wkz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kz.szczecin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&#281;bowscy\Desktop\logo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27</TotalTime>
  <Pages>6</Pages>
  <Words>2445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WUOZ</vt:lpstr>
    </vt:vector>
  </TitlesOfParts>
  <Company>Hewlett-Packard Company</Company>
  <LinksUpToDate>false</LinksUpToDate>
  <CharactersWithSpaces>17083</CharactersWithSpaces>
  <SharedDoc>false</SharedDoc>
  <HLinks>
    <vt:vector size="24" baseType="variant">
      <vt:variant>
        <vt:i4>7733377</vt:i4>
      </vt:variant>
      <vt:variant>
        <vt:i4>6</vt:i4>
      </vt:variant>
      <vt:variant>
        <vt:i4>0</vt:i4>
      </vt:variant>
      <vt:variant>
        <vt:i4>5</vt:i4>
      </vt:variant>
      <vt:variant>
        <vt:lpwstr>mailto:zamówienia@wkz.szczecin.pl</vt:lpwstr>
      </vt:variant>
      <vt:variant>
        <vt:lpwstr/>
      </vt:variant>
      <vt:variant>
        <vt:i4>6815754</vt:i4>
      </vt:variant>
      <vt:variant>
        <vt:i4>3</vt:i4>
      </vt:variant>
      <vt:variant>
        <vt:i4>0</vt:i4>
      </vt:variant>
      <vt:variant>
        <vt:i4>5</vt:i4>
      </vt:variant>
      <vt:variant>
        <vt:lpwstr>mailto:arychlicka@wkz.szczecin.pl</vt:lpwstr>
      </vt:variant>
      <vt:variant>
        <vt:lpwstr/>
      </vt:variant>
      <vt:variant>
        <vt:i4>2883654</vt:i4>
      </vt:variant>
      <vt:variant>
        <vt:i4>0</vt:i4>
      </vt:variant>
      <vt:variant>
        <vt:i4>0</vt:i4>
      </vt:variant>
      <vt:variant>
        <vt:i4>5</vt:i4>
      </vt:variant>
      <vt:variant>
        <vt:lpwstr>mailto:adamkiewicz@wkz.szczecin.pl</vt:lpwstr>
      </vt:variant>
      <vt:variant>
        <vt:lpwstr/>
      </vt:variant>
      <vt:variant>
        <vt:i4>3145794</vt:i4>
      </vt:variant>
      <vt:variant>
        <vt:i4>0</vt:i4>
      </vt:variant>
      <vt:variant>
        <vt:i4>0</vt:i4>
      </vt:variant>
      <vt:variant>
        <vt:i4>5</vt:i4>
      </vt:variant>
      <vt:variant>
        <vt:lpwstr>mailto:sekretariat@wkz.szczecin.pl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WUOZ</dc:title>
  <dc:subject/>
  <dc:creator>Marcin Piętka - informatyk Wojewódzki Ur</dc:creator>
  <cp:keywords>WUOZ SZCZECIN</cp:keywords>
  <cp:lastModifiedBy>Łukasz Goszczyński</cp:lastModifiedBy>
  <cp:revision>10</cp:revision>
  <cp:lastPrinted>2025-09-03T09:18:00Z</cp:lastPrinted>
  <dcterms:created xsi:type="dcterms:W3CDTF">2026-01-14T11:30:00Z</dcterms:created>
  <dcterms:modified xsi:type="dcterms:W3CDTF">2026-02-26T11:30:00Z</dcterms:modified>
</cp:coreProperties>
</file>